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E363" w14:textId="04D109FE" w:rsidR="00DA751C" w:rsidRPr="008E357B" w:rsidRDefault="00444171" w:rsidP="00DA751C">
      <w:pPr>
        <w:rPr>
          <w:b/>
          <w:sz w:val="28"/>
          <w:szCs w:val="28"/>
        </w:rPr>
      </w:pPr>
      <w:r w:rsidRPr="009E4266">
        <w:rPr>
          <w:sz w:val="28"/>
          <w:szCs w:val="28"/>
        </w:rPr>
        <w:t>Investor:</w:t>
      </w:r>
      <w:r w:rsidR="00DA751C" w:rsidRPr="009E4266">
        <w:rPr>
          <w:sz w:val="28"/>
          <w:szCs w:val="28"/>
        </w:rPr>
        <w:tab/>
        <w:t xml:space="preserve">    </w:t>
      </w:r>
      <w:r w:rsidR="00DA751C">
        <w:rPr>
          <w:sz w:val="28"/>
          <w:szCs w:val="28"/>
        </w:rPr>
        <w:t xml:space="preserve"> </w:t>
      </w:r>
      <w:r w:rsidR="00DA751C">
        <w:rPr>
          <w:sz w:val="28"/>
          <w:szCs w:val="28"/>
        </w:rPr>
        <w:tab/>
      </w:r>
      <w:r w:rsidR="00862B84">
        <w:rPr>
          <w:b/>
          <w:sz w:val="28"/>
          <w:szCs w:val="28"/>
        </w:rPr>
        <w:t>SAKO Brno SOLAR a.s.</w:t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DA751C" w:rsidRPr="009E4266">
        <w:rPr>
          <w:sz w:val="28"/>
          <w:szCs w:val="28"/>
        </w:rPr>
        <w:tab/>
      </w:r>
      <w:r w:rsidR="00DA751C">
        <w:rPr>
          <w:b/>
          <w:sz w:val="28"/>
          <w:szCs w:val="28"/>
        </w:rPr>
        <w:t xml:space="preserve">     </w:t>
      </w:r>
      <w:r w:rsidR="00DA751C" w:rsidRPr="009E4266">
        <w:rPr>
          <w:sz w:val="28"/>
          <w:szCs w:val="28"/>
        </w:rPr>
        <w:t xml:space="preserve">Arch. </w:t>
      </w:r>
      <w:r w:rsidRPr="009E4266">
        <w:rPr>
          <w:sz w:val="28"/>
          <w:szCs w:val="28"/>
        </w:rPr>
        <w:t>č.:</w:t>
      </w:r>
      <w:r w:rsidR="00DA751C" w:rsidRPr="009E4266">
        <w:rPr>
          <w:sz w:val="28"/>
          <w:szCs w:val="28"/>
        </w:rPr>
        <w:t xml:space="preserve">  </w:t>
      </w:r>
      <w:r w:rsidR="00DA751C" w:rsidRPr="008E357B">
        <w:rPr>
          <w:b/>
          <w:sz w:val="28"/>
          <w:szCs w:val="28"/>
        </w:rPr>
        <w:t>Z0</w:t>
      </w:r>
      <w:r w:rsidR="00B15119">
        <w:rPr>
          <w:b/>
          <w:sz w:val="28"/>
          <w:szCs w:val="28"/>
        </w:rPr>
        <w:t>2</w:t>
      </w:r>
      <w:r w:rsidR="00862B84">
        <w:rPr>
          <w:b/>
          <w:sz w:val="28"/>
          <w:szCs w:val="28"/>
        </w:rPr>
        <w:t>10</w:t>
      </w:r>
      <w:r w:rsidR="00326997">
        <w:rPr>
          <w:b/>
          <w:sz w:val="28"/>
          <w:szCs w:val="28"/>
        </w:rPr>
        <w:t>3</w:t>
      </w:r>
      <w:r w:rsidR="00862B84">
        <w:rPr>
          <w:b/>
          <w:sz w:val="28"/>
          <w:szCs w:val="28"/>
        </w:rPr>
        <w:t>8</w:t>
      </w:r>
    </w:p>
    <w:p w14:paraId="29862D79" w14:textId="77777777" w:rsidR="00DA751C" w:rsidRPr="009E4266" w:rsidRDefault="00DA751C" w:rsidP="00DA751C">
      <w:pPr>
        <w:rPr>
          <w:b/>
          <w:sz w:val="28"/>
          <w:szCs w:val="28"/>
        </w:rPr>
      </w:pPr>
    </w:p>
    <w:p w14:paraId="1B8B5300" w14:textId="5F46B35B" w:rsidR="00DA751C" w:rsidRPr="009E4266" w:rsidRDefault="00444171" w:rsidP="00DA751C">
      <w:pPr>
        <w:rPr>
          <w:b/>
          <w:sz w:val="28"/>
          <w:szCs w:val="28"/>
        </w:rPr>
      </w:pPr>
      <w:r w:rsidRPr="009E4266">
        <w:rPr>
          <w:sz w:val="28"/>
          <w:szCs w:val="28"/>
        </w:rPr>
        <w:t>Stavba:</w:t>
      </w:r>
      <w:r w:rsidR="00DA751C" w:rsidRPr="009E4266">
        <w:rPr>
          <w:sz w:val="28"/>
          <w:szCs w:val="28"/>
        </w:rPr>
        <w:tab/>
        <w:t xml:space="preserve">    </w:t>
      </w:r>
      <w:r w:rsidR="00DA751C">
        <w:rPr>
          <w:sz w:val="28"/>
          <w:szCs w:val="28"/>
        </w:rPr>
        <w:t xml:space="preserve"> </w:t>
      </w:r>
      <w:r w:rsidR="00DA751C">
        <w:rPr>
          <w:sz w:val="28"/>
          <w:szCs w:val="28"/>
        </w:rPr>
        <w:tab/>
      </w:r>
      <w:r w:rsidR="00862B84">
        <w:rPr>
          <w:b/>
          <w:sz w:val="28"/>
          <w:szCs w:val="28"/>
        </w:rPr>
        <w:t xml:space="preserve">FVE </w:t>
      </w:r>
      <w:r w:rsidR="00326997">
        <w:rPr>
          <w:b/>
          <w:sz w:val="28"/>
          <w:szCs w:val="28"/>
        </w:rPr>
        <w:t>Poliklinika Lesná</w:t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DA751C">
        <w:rPr>
          <w:sz w:val="28"/>
          <w:szCs w:val="28"/>
        </w:rPr>
        <w:t>Po</w:t>
      </w:r>
      <w:r w:rsidR="00DA751C" w:rsidRPr="009E4266">
        <w:rPr>
          <w:sz w:val="28"/>
          <w:szCs w:val="28"/>
        </w:rPr>
        <w:t xml:space="preserve">čet listů: </w:t>
      </w:r>
      <w:r w:rsidR="00086CC5">
        <w:rPr>
          <w:b/>
          <w:sz w:val="28"/>
          <w:szCs w:val="28"/>
        </w:rPr>
        <w:t>2</w:t>
      </w:r>
    </w:p>
    <w:p w14:paraId="4AFBEAE2" w14:textId="77777777" w:rsidR="00DA751C" w:rsidRPr="009E4266" w:rsidRDefault="00DA751C" w:rsidP="00DA751C">
      <w:pPr>
        <w:rPr>
          <w:b/>
          <w:sz w:val="28"/>
          <w:szCs w:val="28"/>
        </w:rPr>
      </w:pPr>
      <w:r w:rsidRPr="009E426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9E4266">
        <w:rPr>
          <w:b/>
          <w:sz w:val="28"/>
          <w:szCs w:val="28"/>
        </w:rPr>
        <w:tab/>
      </w:r>
      <w:r w:rsidRPr="009E4266">
        <w:rPr>
          <w:b/>
          <w:sz w:val="28"/>
          <w:szCs w:val="28"/>
        </w:rPr>
        <w:tab/>
      </w:r>
      <w:r w:rsidRPr="009E4266">
        <w:rPr>
          <w:b/>
          <w:sz w:val="28"/>
          <w:szCs w:val="28"/>
        </w:rPr>
        <w:tab/>
      </w:r>
    </w:p>
    <w:p w14:paraId="3D6ECFAC" w14:textId="0A9796B6" w:rsidR="00DA751C" w:rsidRDefault="00DA751C" w:rsidP="00DA751C">
      <w:pPr>
        <w:rPr>
          <w:b/>
          <w:sz w:val="24"/>
        </w:rPr>
      </w:pPr>
      <w:r w:rsidRPr="009E4266">
        <w:rPr>
          <w:sz w:val="28"/>
          <w:szCs w:val="28"/>
        </w:rPr>
        <w:t xml:space="preserve">Místo </w:t>
      </w:r>
      <w:r w:rsidR="00444171" w:rsidRPr="009E4266">
        <w:rPr>
          <w:sz w:val="28"/>
          <w:szCs w:val="28"/>
        </w:rPr>
        <w:t>stavby:</w:t>
      </w:r>
      <w:r>
        <w:rPr>
          <w:sz w:val="28"/>
          <w:szCs w:val="28"/>
        </w:rPr>
        <w:tab/>
      </w:r>
      <w:r w:rsidR="00326997">
        <w:rPr>
          <w:b/>
          <w:sz w:val="28"/>
          <w:szCs w:val="28"/>
        </w:rPr>
        <w:t>Poliklinika Lesná, Halasovo nám. 597, 638 00 Brno-sever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5F21BEB7" w14:textId="77777777" w:rsidR="00DA751C" w:rsidRDefault="00DA751C" w:rsidP="00DA751C">
      <w:pPr>
        <w:rPr>
          <w:b/>
          <w:sz w:val="24"/>
        </w:rPr>
      </w:pPr>
    </w:p>
    <w:p w14:paraId="2C9E6C64" w14:textId="77777777" w:rsidR="00DA751C" w:rsidRDefault="00DA751C" w:rsidP="00DA751C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6339DD1D" w14:textId="77777777" w:rsidR="00DA751C" w:rsidRDefault="00DA751C" w:rsidP="00DA751C">
      <w:pPr>
        <w:rPr>
          <w:b/>
        </w:r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>
        <w:rPr>
          <w:b/>
        </w:rPr>
        <w:t xml:space="preserve">                              </w:t>
      </w:r>
    </w:p>
    <w:p w14:paraId="2B675B88" w14:textId="02D35768" w:rsidR="00DA751C" w:rsidRDefault="00DA751C" w:rsidP="00DA751C">
      <w:pPr>
        <w:rPr>
          <w:b/>
        </w:rPr>
      </w:pPr>
    </w:p>
    <w:p w14:paraId="641BE015" w14:textId="77777777" w:rsidR="00DA751C" w:rsidRDefault="00DA751C" w:rsidP="00DA751C">
      <w:pPr>
        <w:rPr>
          <w:b/>
        </w:rPr>
      </w:pPr>
    </w:p>
    <w:p w14:paraId="06CA4516" w14:textId="77777777" w:rsidR="00DA751C" w:rsidRPr="008F0941" w:rsidRDefault="00DA751C" w:rsidP="00DA751C">
      <w:pPr>
        <w:jc w:val="center"/>
        <w:rPr>
          <w:rFonts w:cs="Arial"/>
        </w:rPr>
      </w:pPr>
    </w:p>
    <w:p w14:paraId="7521F669" w14:textId="77777777" w:rsidR="00DA751C" w:rsidRPr="008F0941" w:rsidRDefault="00DA751C" w:rsidP="00DA751C">
      <w:pPr>
        <w:jc w:val="center"/>
        <w:rPr>
          <w:rFonts w:cs="Arial"/>
        </w:rPr>
      </w:pPr>
    </w:p>
    <w:p w14:paraId="32F6FF4D" w14:textId="0A54F201" w:rsidR="00DA751C" w:rsidRDefault="00DA751C" w:rsidP="00DA751C">
      <w:pPr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>pro</w:t>
      </w:r>
      <w:r w:rsidR="00A469D7">
        <w:rPr>
          <w:rFonts w:cs="Arial"/>
          <w:b/>
          <w:caps/>
          <w:sz w:val="56"/>
        </w:rPr>
        <w:t>jektová dokumentace</w:t>
      </w:r>
    </w:p>
    <w:p w14:paraId="1B0B3CEB" w14:textId="77777777" w:rsidR="00C56D17" w:rsidRPr="008F0941" w:rsidRDefault="00C56D17" w:rsidP="00DA751C">
      <w:pPr>
        <w:jc w:val="center"/>
        <w:rPr>
          <w:rFonts w:cs="Arial"/>
          <w:b/>
          <w:caps/>
          <w:sz w:val="56"/>
        </w:rPr>
      </w:pPr>
    </w:p>
    <w:p w14:paraId="457E75E0" w14:textId="77777777" w:rsidR="00D31211" w:rsidRDefault="00D31211" w:rsidP="00DA751C">
      <w:pPr>
        <w:jc w:val="center"/>
        <w:rPr>
          <w:b/>
          <w:bCs/>
          <w:smallCaps/>
          <w:sz w:val="36"/>
          <w:szCs w:val="36"/>
        </w:rPr>
      </w:pPr>
    </w:p>
    <w:p w14:paraId="68C0F27E" w14:textId="3258C37C" w:rsidR="00862B84" w:rsidRDefault="00862B84" w:rsidP="00862B8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Fotovoltaická elektrárna</w:t>
      </w:r>
    </w:p>
    <w:p w14:paraId="569852B2" w14:textId="2633B32C" w:rsidR="00D31211" w:rsidRDefault="00862B84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Prováděcí dokumentace stavby (PDS)</w:t>
      </w:r>
    </w:p>
    <w:p w14:paraId="16D01F77" w14:textId="77777777" w:rsidR="007754BE" w:rsidRDefault="007754BE" w:rsidP="00DA751C">
      <w:pPr>
        <w:jc w:val="center"/>
        <w:rPr>
          <w:b/>
          <w:bCs/>
          <w:sz w:val="36"/>
          <w:szCs w:val="36"/>
        </w:rPr>
      </w:pPr>
    </w:p>
    <w:p w14:paraId="76B176F7" w14:textId="1B3F9FCB" w:rsidR="00733593" w:rsidRDefault="00856A61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Seznam kabelů</w:t>
      </w:r>
    </w:p>
    <w:p w14:paraId="64A94E82" w14:textId="286D71EF" w:rsidR="00A469D7" w:rsidRPr="00A469D7" w:rsidRDefault="00A469D7" w:rsidP="00DA751C">
      <w:pPr>
        <w:jc w:val="center"/>
        <w:rPr>
          <w:b/>
          <w:sz w:val="24"/>
          <w:szCs w:val="24"/>
        </w:rPr>
      </w:pPr>
      <w:r w:rsidRPr="00A469D7">
        <w:rPr>
          <w:b/>
          <w:bCs/>
          <w:sz w:val="24"/>
          <w:szCs w:val="24"/>
        </w:rPr>
        <w:t>Revize 00</w:t>
      </w:r>
    </w:p>
    <w:p w14:paraId="2799271B" w14:textId="77777777" w:rsidR="00DA751C" w:rsidRDefault="00DA751C" w:rsidP="00DA751C">
      <w:pPr>
        <w:jc w:val="center"/>
      </w:pPr>
    </w:p>
    <w:p w14:paraId="397E00B0" w14:textId="77777777" w:rsidR="00DA751C" w:rsidRDefault="00DA751C" w:rsidP="00DA751C">
      <w:pPr>
        <w:rPr>
          <w:b/>
        </w:rPr>
      </w:pPr>
    </w:p>
    <w:p w14:paraId="31ED3D86" w14:textId="77777777" w:rsidR="00DA751C" w:rsidRDefault="00DA751C" w:rsidP="00DA751C">
      <w:pPr>
        <w:rPr>
          <w:b/>
        </w:rPr>
      </w:pPr>
    </w:p>
    <w:p w14:paraId="2784C7B5" w14:textId="1130E3BC" w:rsidR="00733593" w:rsidRDefault="00733593" w:rsidP="00DA751C">
      <w:pPr>
        <w:rPr>
          <w:b/>
        </w:rPr>
      </w:pPr>
    </w:p>
    <w:p w14:paraId="755E127F" w14:textId="77777777" w:rsidR="00DA751C" w:rsidRDefault="00DA751C" w:rsidP="00DA751C">
      <w:pPr>
        <w:rPr>
          <w:b/>
        </w:rPr>
      </w:pPr>
    </w:p>
    <w:p w14:paraId="34F883A7" w14:textId="77777777" w:rsidR="00DA751C" w:rsidRDefault="00DA751C" w:rsidP="00DA751C">
      <w:pPr>
        <w:rPr>
          <w:b/>
        </w:rPr>
      </w:pPr>
    </w:p>
    <w:p w14:paraId="3CDF7EB3" w14:textId="77777777" w:rsidR="00DA751C" w:rsidRDefault="00DA751C" w:rsidP="00DA751C">
      <w:pPr>
        <w:rPr>
          <w:b/>
        </w:rPr>
      </w:pPr>
    </w:p>
    <w:p w14:paraId="650C7B7B" w14:textId="4DA821EC" w:rsidR="00DA751C" w:rsidRPr="008E357B" w:rsidRDefault="00DA751C" w:rsidP="00DA751C">
      <w:pPr>
        <w:rPr>
          <w:b/>
          <w:sz w:val="28"/>
          <w:szCs w:val="28"/>
        </w:rPr>
      </w:pPr>
      <w:r w:rsidRPr="00821CA0">
        <w:rPr>
          <w:sz w:val="24"/>
          <w:szCs w:val="24"/>
        </w:rPr>
        <w:t xml:space="preserve">Název </w:t>
      </w:r>
      <w:r w:rsidR="00444171" w:rsidRPr="00821CA0">
        <w:rPr>
          <w:sz w:val="24"/>
          <w:szCs w:val="24"/>
        </w:rPr>
        <w:t>zakázky:</w:t>
      </w:r>
      <w:r w:rsidRPr="00821CA0">
        <w:rPr>
          <w:sz w:val="28"/>
          <w:szCs w:val="28"/>
        </w:rPr>
        <w:tab/>
      </w:r>
      <w:r w:rsidR="00862B84">
        <w:rPr>
          <w:rFonts w:cs="Arial"/>
          <w:b/>
          <w:sz w:val="28"/>
          <w:szCs w:val="28"/>
        </w:rPr>
        <w:t xml:space="preserve">FVE </w:t>
      </w:r>
      <w:r w:rsidR="00326997">
        <w:rPr>
          <w:rFonts w:cs="Arial"/>
          <w:b/>
          <w:sz w:val="28"/>
          <w:szCs w:val="28"/>
        </w:rPr>
        <w:t>Poliklinika Lesná</w:t>
      </w:r>
    </w:p>
    <w:p w14:paraId="2AEA1173" w14:textId="44201E73" w:rsidR="00DA751C" w:rsidRDefault="00DA751C" w:rsidP="00DA751C"/>
    <w:p w14:paraId="70AC349A" w14:textId="4A2D808E" w:rsidR="00DA751C" w:rsidRPr="008E357B" w:rsidRDefault="00DA751C" w:rsidP="00DA751C">
      <w:pPr>
        <w:rPr>
          <w:b/>
          <w:bCs/>
          <w:sz w:val="28"/>
          <w:szCs w:val="28"/>
        </w:rPr>
      </w:pPr>
      <w:r>
        <w:rPr>
          <w:sz w:val="24"/>
        </w:rPr>
        <w:t xml:space="preserve">Číslo </w:t>
      </w:r>
      <w:r w:rsidR="00444171">
        <w:rPr>
          <w:sz w:val="24"/>
        </w:rPr>
        <w:t>zakázky:</w:t>
      </w:r>
      <w:r>
        <w:rPr>
          <w:sz w:val="24"/>
        </w:rPr>
        <w:tab/>
      </w:r>
      <w:r w:rsidRPr="008E357B">
        <w:rPr>
          <w:b/>
          <w:bCs/>
          <w:sz w:val="28"/>
          <w:szCs w:val="28"/>
        </w:rPr>
        <w:t>Z0</w:t>
      </w:r>
      <w:r w:rsidR="00C41779">
        <w:rPr>
          <w:b/>
          <w:bCs/>
          <w:sz w:val="28"/>
          <w:szCs w:val="28"/>
        </w:rPr>
        <w:t>2</w:t>
      </w:r>
      <w:r w:rsidR="00862B84">
        <w:rPr>
          <w:b/>
          <w:bCs/>
          <w:sz w:val="28"/>
          <w:szCs w:val="28"/>
        </w:rPr>
        <w:t>10</w:t>
      </w:r>
      <w:r w:rsidR="00326997">
        <w:rPr>
          <w:b/>
          <w:bCs/>
          <w:sz w:val="28"/>
          <w:szCs w:val="28"/>
        </w:rPr>
        <w:t>38</w:t>
      </w:r>
    </w:p>
    <w:p w14:paraId="196AF142" w14:textId="77777777" w:rsidR="00DA751C" w:rsidRDefault="00DA751C" w:rsidP="00DA751C">
      <w:pPr>
        <w:rPr>
          <w:sz w:val="24"/>
        </w:rPr>
      </w:pPr>
    </w:p>
    <w:p w14:paraId="36B62773" w14:textId="77777777" w:rsidR="00DA751C" w:rsidRDefault="00DA751C" w:rsidP="00DA751C">
      <w:pPr>
        <w:rPr>
          <w:sz w:val="24"/>
        </w:rPr>
      </w:pPr>
    </w:p>
    <w:p w14:paraId="051442A5" w14:textId="77777777" w:rsidR="00DA751C" w:rsidRDefault="00DA751C" w:rsidP="00DA751C">
      <w:pPr>
        <w:rPr>
          <w:sz w:val="24"/>
        </w:rPr>
      </w:pPr>
    </w:p>
    <w:p w14:paraId="0107665B" w14:textId="77777777" w:rsidR="00733593" w:rsidRDefault="00733593" w:rsidP="00DA751C">
      <w:pPr>
        <w:rPr>
          <w:sz w:val="24"/>
        </w:rPr>
      </w:pPr>
    </w:p>
    <w:p w14:paraId="33BF19FA" w14:textId="77777777" w:rsidR="00DA751C" w:rsidRDefault="00DA751C" w:rsidP="00DA751C">
      <w:pPr>
        <w:rPr>
          <w:sz w:val="24"/>
        </w:rPr>
      </w:pPr>
    </w:p>
    <w:p w14:paraId="45546429" w14:textId="77777777" w:rsidR="00DA751C" w:rsidRDefault="00DA751C" w:rsidP="00DA751C">
      <w:pPr>
        <w:rPr>
          <w:sz w:val="24"/>
        </w:rPr>
      </w:pPr>
    </w:p>
    <w:p w14:paraId="519358A7" w14:textId="77777777" w:rsidR="00DA751C" w:rsidRDefault="00DA751C" w:rsidP="00DA751C">
      <w:pPr>
        <w:rPr>
          <w:sz w:val="24"/>
        </w:rPr>
      </w:pPr>
    </w:p>
    <w:p w14:paraId="1CBCDDC1" w14:textId="77777777" w:rsidR="00DA751C" w:rsidRDefault="00DA751C" w:rsidP="00DA751C">
      <w:pPr>
        <w:ind w:left="2124" w:firstLine="708"/>
        <w:rPr>
          <w:sz w:val="24"/>
        </w:rPr>
      </w:pPr>
    </w:p>
    <w:p w14:paraId="1493FBD9" w14:textId="19EFCAD0" w:rsidR="00DA751C" w:rsidRDefault="00444171" w:rsidP="00DA751C">
      <w:pPr>
        <w:rPr>
          <w:b/>
          <w:sz w:val="24"/>
        </w:rPr>
      </w:pPr>
      <w:r>
        <w:rPr>
          <w:sz w:val="24"/>
        </w:rPr>
        <w:t>Vypracoval:</w:t>
      </w:r>
      <w:r w:rsidR="00DA751C">
        <w:rPr>
          <w:sz w:val="24"/>
        </w:rPr>
        <w:tab/>
      </w:r>
      <w:r w:rsidR="00DA751C">
        <w:rPr>
          <w:sz w:val="24"/>
        </w:rPr>
        <w:tab/>
      </w:r>
      <w:r w:rsidR="007511BA">
        <w:rPr>
          <w:b/>
          <w:sz w:val="24"/>
        </w:rPr>
        <w:t xml:space="preserve">Ing. </w:t>
      </w:r>
      <w:r>
        <w:rPr>
          <w:b/>
          <w:sz w:val="24"/>
        </w:rPr>
        <w:t>Peter Petrič</w:t>
      </w:r>
      <w:r w:rsidR="00DA751C">
        <w:rPr>
          <w:sz w:val="24"/>
        </w:rPr>
        <w:tab/>
        <w:t xml:space="preserve">  </w:t>
      </w:r>
      <w:r w:rsidR="00DA751C">
        <w:rPr>
          <w:sz w:val="24"/>
        </w:rPr>
        <w:tab/>
      </w:r>
      <w:r w:rsidR="00DA751C">
        <w:rPr>
          <w:sz w:val="24"/>
        </w:rPr>
        <w:tab/>
        <w:t xml:space="preserve">    </w:t>
      </w:r>
      <w:r w:rsidR="00DA751C">
        <w:rPr>
          <w:sz w:val="24"/>
        </w:rPr>
        <w:tab/>
      </w:r>
      <w:r w:rsidR="00DA751C">
        <w:rPr>
          <w:sz w:val="24"/>
        </w:rPr>
        <w:tab/>
        <w:t xml:space="preserve"> </w:t>
      </w:r>
      <w:r w:rsidR="00733593">
        <w:rPr>
          <w:sz w:val="24"/>
        </w:rPr>
        <w:tab/>
      </w:r>
      <w:r w:rsidR="00D31211">
        <w:rPr>
          <w:sz w:val="24"/>
        </w:rPr>
        <w:t xml:space="preserve"> </w:t>
      </w:r>
      <w:r w:rsidR="00DA751C">
        <w:rPr>
          <w:sz w:val="24"/>
        </w:rPr>
        <w:t>Dne :</w:t>
      </w:r>
      <w:r w:rsidR="00DA751C">
        <w:rPr>
          <w:sz w:val="24"/>
        </w:rPr>
        <w:tab/>
      </w:r>
      <w:r w:rsidR="00326997">
        <w:rPr>
          <w:sz w:val="24"/>
        </w:rPr>
        <w:t>7</w:t>
      </w:r>
      <w:r w:rsidR="00DA751C">
        <w:rPr>
          <w:sz w:val="24"/>
        </w:rPr>
        <w:t>.</w:t>
      </w:r>
      <w:r w:rsidR="002C7981">
        <w:rPr>
          <w:sz w:val="24"/>
        </w:rPr>
        <w:t>1</w:t>
      </w:r>
      <w:r w:rsidR="00326997">
        <w:rPr>
          <w:sz w:val="24"/>
        </w:rPr>
        <w:t>2</w:t>
      </w:r>
      <w:r w:rsidR="00DA751C">
        <w:rPr>
          <w:sz w:val="24"/>
        </w:rPr>
        <w:t>.20</w:t>
      </w:r>
      <w:r>
        <w:rPr>
          <w:sz w:val="24"/>
        </w:rPr>
        <w:t>2</w:t>
      </w:r>
      <w:r w:rsidR="00862B84">
        <w:rPr>
          <w:sz w:val="24"/>
        </w:rPr>
        <w:t>2</w:t>
      </w:r>
    </w:p>
    <w:p w14:paraId="62D842A9" w14:textId="77777777" w:rsidR="00DA751C" w:rsidRDefault="00DA751C" w:rsidP="00DA751C">
      <w:pPr>
        <w:rPr>
          <w:b/>
          <w:sz w:val="24"/>
        </w:rPr>
      </w:pPr>
    </w:p>
    <w:p w14:paraId="7A522B25" w14:textId="77777777" w:rsidR="007754BE" w:rsidRDefault="007754BE" w:rsidP="007754BE">
      <w:pPr>
        <w:pStyle w:val="Obsah1"/>
        <w:rPr>
          <w:sz w:val="28"/>
          <w:szCs w:val="28"/>
        </w:rPr>
      </w:pPr>
    </w:p>
    <w:p w14:paraId="11BE9051" w14:textId="52E2D2E9" w:rsidR="004632C0" w:rsidRPr="0007403E" w:rsidRDefault="004632C0">
      <w:pPr>
        <w:jc w:val="left"/>
        <w:rPr>
          <w:sz w:val="28"/>
          <w:szCs w:val="28"/>
        </w:rPr>
      </w:pPr>
    </w:p>
    <w:tbl>
      <w:tblPr>
        <w:tblW w:w="106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541"/>
        <w:gridCol w:w="967"/>
        <w:gridCol w:w="1641"/>
        <w:gridCol w:w="1601"/>
        <w:gridCol w:w="989"/>
        <w:gridCol w:w="2614"/>
      </w:tblGrid>
      <w:tr w:rsidR="00610767" w:rsidRPr="007D69AC" w14:paraId="5676DDF1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  <w:hideMark/>
          </w:tcPr>
          <w:p w14:paraId="350D7A1B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Označ.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1123ACB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1366678C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Rozměr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5A9F2B9E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Odkud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14:paraId="27592A5C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Kam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2BADCB9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Délka</w:t>
            </w:r>
          </w:p>
        </w:tc>
        <w:tc>
          <w:tcPr>
            <w:tcW w:w="2614" w:type="dxa"/>
            <w:shd w:val="clear" w:color="auto" w:fill="auto"/>
            <w:vAlign w:val="center"/>
            <w:hideMark/>
          </w:tcPr>
          <w:p w14:paraId="75B25BC0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D69AC">
              <w:rPr>
                <w:rFonts w:ascii="Calibri" w:hAnsi="Calibri"/>
                <w:b/>
                <w:bCs/>
                <w:color w:val="000000"/>
              </w:rPr>
              <w:t>Pozn.</w:t>
            </w:r>
          </w:p>
        </w:tc>
      </w:tr>
      <w:tr w:rsidR="007D69AC" w:rsidRPr="007D69AC" w14:paraId="4B6A6734" w14:textId="77777777" w:rsidTr="004632C0">
        <w:trPr>
          <w:trHeight w:val="149"/>
        </w:trPr>
        <w:tc>
          <w:tcPr>
            <w:tcW w:w="10614" w:type="dxa"/>
            <w:gridSpan w:val="7"/>
            <w:shd w:val="clear" w:color="auto" w:fill="auto"/>
            <w:vAlign w:val="center"/>
            <w:hideMark/>
          </w:tcPr>
          <w:p w14:paraId="292D56DF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174D4" w:rsidRPr="007D69AC" w14:paraId="6BF498FC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  <w:hideMark/>
          </w:tcPr>
          <w:p w14:paraId="562A7F09" w14:textId="25298391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W101+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7586984" w14:textId="5E0EC2E3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55D4C059" w14:textId="6F2A8505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4632C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5DE3F68A" w14:textId="2717D322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1A-1</w:t>
            </w:r>
            <w:r w:rsidR="009D62F8"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14:paraId="0D75EEAB" w14:textId="362082B8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RDC–FU01</w:t>
            </w:r>
            <w:r w:rsidR="009D62F8">
              <w:rPr>
                <w:rFonts w:ascii="Calibri" w:hAnsi="Calibri"/>
                <w:color w:val="000000"/>
              </w:rPr>
              <w:t>(</w:t>
            </w:r>
            <w:r>
              <w:rPr>
                <w:rFonts w:ascii="Calibri" w:hAnsi="Calibri"/>
                <w:color w:val="000000"/>
              </w:rPr>
              <w:t>+</w:t>
            </w:r>
            <w:r w:rsidR="009D62F8"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051C422" w14:textId="725387CD" w:rsidR="007D69AC" w:rsidRPr="007D69AC" w:rsidRDefault="0028427F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  <w:hideMark/>
          </w:tcPr>
          <w:p w14:paraId="5BDDEDB1" w14:textId="48000114" w:rsidR="004632C0" w:rsidRPr="007D69AC" w:rsidRDefault="00610767" w:rsidP="007D69A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6120FF7A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2A7532FC" w14:textId="62407745" w:rsidR="004632C0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W101-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D31C31D" w14:textId="3CB5F78E" w:rsidR="004632C0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9171A03" w14:textId="4A5BC248" w:rsidR="004632C0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4632C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64D9CE9" w14:textId="5AD01C96" w:rsidR="004632C0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1</w:t>
            </w:r>
            <w:r w:rsidR="009D62F8">
              <w:rPr>
                <w:rFonts w:ascii="Calibri" w:hAnsi="Calibri"/>
                <w:color w:val="000000"/>
              </w:rPr>
              <w:t>A-</w:t>
            </w:r>
            <w:r w:rsidR="00326997">
              <w:rPr>
                <w:rFonts w:ascii="Calibri" w:hAnsi="Calibri"/>
                <w:color w:val="000000"/>
              </w:rPr>
              <w:t>28</w:t>
            </w:r>
            <w:r w:rsidR="009D62F8"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1A897CD9" w14:textId="5D1AC636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RDC–FU01(-)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7876162" w14:textId="268AF37A" w:rsidR="004632C0" w:rsidRPr="007D69AC" w:rsidRDefault="0028427F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FAFAA32" w14:textId="766B0AD0" w:rsidR="004632C0" w:rsidRPr="007D69AC" w:rsidRDefault="00610767" w:rsidP="007D69A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547EB524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49F5D7D1" w14:textId="5F2BB74F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W102+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765475C" w14:textId="35DAF812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36F9DD8" w14:textId="3D3928DC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C07200A" w14:textId="39898018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326997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B-1(+)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6864FECA" w14:textId="4DC3CB86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RDC-FU02(+)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58F7F9A" w14:textId="779FC197" w:rsidR="004632C0" w:rsidRPr="007D69AC" w:rsidRDefault="0028427F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D1EDFDB" w14:textId="038AB3FE" w:rsidR="004632C0" w:rsidRPr="007D69AC" w:rsidRDefault="00610767" w:rsidP="007D69A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610767" w:rsidRPr="007D69AC" w14:paraId="50DC31F4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440F4F07" w14:textId="4327AE63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W102-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A57A0BA" w14:textId="61BDB3E1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EBDC99A" w14:textId="4AE2BA22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1EBDE1B" w14:textId="792C261B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1B-</w:t>
            </w:r>
            <w:r w:rsidR="00326997">
              <w:rPr>
                <w:rFonts w:ascii="Calibri" w:hAnsi="Calibri"/>
                <w:color w:val="000000"/>
              </w:rPr>
              <w:t>36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10B47E63" w14:textId="35642777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RDC-FU02(-)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76167DD" w14:textId="1A9BFC30" w:rsidR="004632C0" w:rsidRPr="007D69AC" w:rsidRDefault="0028427F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EDA898F" w14:textId="7B27D66F" w:rsidR="004632C0" w:rsidRPr="007D69AC" w:rsidRDefault="00610767" w:rsidP="007D69A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7B1744F6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08B6EE64" w14:textId="01E42AA8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W103+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CE42F9E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903B092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D99815E" w14:textId="76BAEB52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2A-1(+)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3504D30F" w14:textId="6D266CCA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RDC-FU03(-)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521AD1C" w14:textId="09D536B1" w:rsidR="009D62F8" w:rsidRPr="007D69AC" w:rsidRDefault="00326997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  <w:r w:rsidR="0028427F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7FAC9A9" w14:textId="425A653F" w:rsidR="009D62F8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68377B7F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29450F54" w14:textId="40888D1D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W103-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969C802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A2AD1F0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7C4BC87" w14:textId="66EA2C32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2A-</w:t>
            </w:r>
            <w:r w:rsidR="00326997">
              <w:rPr>
                <w:rFonts w:ascii="Calibri" w:hAnsi="Calibri"/>
                <w:color w:val="000000"/>
              </w:rPr>
              <w:t>36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018166CE" w14:textId="4A5C0E2C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RDC-FU03(-)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C51A58E" w14:textId="381FA834" w:rsidR="009D62F8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34925AF" w14:textId="20EB04B8" w:rsidR="009D62F8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0A9311F6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21C822B3" w14:textId="4A8908AC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W104+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5E7DF02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B63091E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161C959" w14:textId="3D3BE82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2B-1(+)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3F762224" w14:textId="3AFC6D0B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RDC-FU04(-)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2088B82" w14:textId="23119A43" w:rsidR="009D62F8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CDCB832" w14:textId="7320D0B8" w:rsidR="009D62F8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718A7887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4724BBE5" w14:textId="5C18CD0E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W104-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7491C80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AD7524F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17D8B8C" w14:textId="5E3F3C62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2B-</w:t>
            </w:r>
            <w:r w:rsidR="00326997">
              <w:rPr>
                <w:rFonts w:ascii="Calibri" w:hAnsi="Calibri"/>
                <w:color w:val="000000"/>
              </w:rPr>
              <w:t>30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385F5499" w14:textId="00F018FD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RDC-FU04(-)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C3D4A26" w14:textId="66E4DEAD" w:rsidR="009D62F8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652621C" w14:textId="4CF426CB" w:rsidR="009D62F8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68B7719C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1E8D8CC7" w14:textId="3D2530C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326997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0</w:t>
            </w:r>
            <w:r w:rsidR="00326997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75E6823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BCDE93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579EA41" w14:textId="1D476CBC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326997">
              <w:rPr>
                <w:rFonts w:ascii="Calibri" w:hAnsi="Calibri"/>
                <w:color w:val="000000"/>
              </w:rPr>
              <w:t>3A-1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111CADB0" w14:textId="597362F8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 w:rsidR="00326997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43FE5E6" w14:textId="0AEEC713" w:rsidR="00DE5B7A" w:rsidRPr="007D69AC" w:rsidRDefault="00D174D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2635B6E" w14:textId="4D810EA4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40E5BA5E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608E682E" w14:textId="7554FB82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326997">
              <w:rPr>
                <w:rFonts w:ascii="Calibri" w:hAnsi="Calibri"/>
                <w:color w:val="000000"/>
              </w:rPr>
              <w:t>105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23F85E0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9FFC20E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3C49191" w14:textId="677DDB54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326997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A</w:t>
            </w:r>
            <w:r w:rsidR="00326997">
              <w:rPr>
                <w:rFonts w:ascii="Calibri" w:hAnsi="Calibri"/>
                <w:color w:val="000000"/>
              </w:rPr>
              <w:t>-38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77113287" w14:textId="0E18A11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 w:rsidR="00326997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9CC507D" w14:textId="7EF50475" w:rsidR="00DE5B7A" w:rsidRPr="007D69AC" w:rsidRDefault="00D174D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E38B788" w14:textId="6B1B7BB2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0AD78733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4E2CE841" w14:textId="592A9106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326997">
              <w:rPr>
                <w:rFonts w:ascii="Calibri" w:hAnsi="Calibri"/>
                <w:color w:val="000000"/>
              </w:rPr>
              <w:t>106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BD6ED3E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F581F04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2AABED6" w14:textId="7EAFF15A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326997">
              <w:rPr>
                <w:rFonts w:ascii="Calibri" w:hAnsi="Calibri"/>
                <w:color w:val="000000"/>
              </w:rPr>
              <w:t>3B-1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0B67DE41" w14:textId="2888F6B2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 w:rsidR="00326997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AC6142B" w14:textId="2A06A1B9" w:rsidR="00DE5B7A" w:rsidRPr="007D69AC" w:rsidRDefault="00D174D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C008413" w14:textId="18655EDE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243BA970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096A6F25" w14:textId="658C254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326997">
              <w:rPr>
                <w:rFonts w:ascii="Calibri" w:hAnsi="Calibri"/>
                <w:color w:val="000000"/>
              </w:rPr>
              <w:t>106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3369A15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0C207F2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5EB7B377" w14:textId="24EE4DD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326997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B</w:t>
            </w:r>
            <w:r w:rsidR="00326997">
              <w:rPr>
                <w:rFonts w:ascii="Calibri" w:hAnsi="Calibri"/>
                <w:color w:val="000000"/>
              </w:rPr>
              <w:t>-27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486CD371" w14:textId="13A7E8C6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 w:rsidR="00326997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1F86F85" w14:textId="61B545EC" w:rsidR="00DE5B7A" w:rsidRPr="007D69AC" w:rsidRDefault="00D174D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2DAF027" w14:textId="03F5203A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326997" w:rsidRPr="007D69AC" w14:paraId="3C3141CD" w14:textId="77777777" w:rsidTr="007F60EA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4CF393F4" w14:textId="04EB99DF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77FDB72" w14:textId="77777777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F127C28" w14:textId="77777777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331D8E8" w14:textId="3BA00F49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>
              <w:rPr>
                <w:rFonts w:ascii="Calibri" w:hAnsi="Calibri"/>
                <w:color w:val="000000"/>
              </w:rPr>
              <w:t>3C-</w:t>
            </w:r>
            <w:r>
              <w:rPr>
                <w:rFonts w:ascii="Calibri" w:hAnsi="Calibri"/>
                <w:color w:val="000000"/>
              </w:rPr>
              <w:t>1(+)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6A5B15F8" w14:textId="71182CD6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366B531" w14:textId="6B078815" w:rsidR="00326997" w:rsidRPr="007D69AC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641FA6E" w14:textId="77777777" w:rsidR="00326997" w:rsidRPr="007D69AC" w:rsidRDefault="00326997" w:rsidP="007F60E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326997" w:rsidRPr="007D69AC" w14:paraId="71BA4032" w14:textId="77777777" w:rsidTr="007F60EA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48B62845" w14:textId="45814863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F33ADE5" w14:textId="77777777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CA2E0F7" w14:textId="77777777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F9D351B" w14:textId="26A281F5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>
              <w:rPr>
                <w:rFonts w:ascii="Calibri" w:hAnsi="Calibri"/>
                <w:color w:val="000000"/>
              </w:rPr>
              <w:t>3C-27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6D0B0A53" w14:textId="66D25D83" w:rsidR="00326997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B97F0DC" w14:textId="1EF243B0" w:rsidR="00326997" w:rsidRPr="007D69AC" w:rsidRDefault="00326997" w:rsidP="007F60E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F001889" w14:textId="77777777" w:rsidR="00326997" w:rsidRPr="007D69AC" w:rsidRDefault="00326997" w:rsidP="007F60E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9D62F8" w:rsidRPr="007D69AC" w14:paraId="31E06607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763B0D42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52789DC7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7849BE6C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401B1AFD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01" w:type="dxa"/>
            <w:shd w:val="clear" w:color="auto" w:fill="auto"/>
            <w:vAlign w:val="center"/>
          </w:tcPr>
          <w:p w14:paraId="6AE72929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122EE26" w14:textId="77777777" w:rsidR="009D62F8" w:rsidRPr="007D69AC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14:paraId="74170324" w14:textId="77777777" w:rsidR="009D62F8" w:rsidRPr="007D69AC" w:rsidRDefault="009D62F8" w:rsidP="007D69AC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D174D4" w:rsidRPr="007D69AC" w14:paraId="05470FBF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5428DCA7" w14:textId="65418CB0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EA5E336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D0A61B6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2536DD1" w14:textId="3EF5805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RDC-FU01(+)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25A8B794" w14:textId="12754452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INV-1A(+)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4977BA3" w14:textId="5653FE07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26EF202" w14:textId="54B03981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7B21A7D6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1233BDC6" w14:textId="3CF807C8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6040EEC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4BD6434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0B9EB05" w14:textId="1725871A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RDC-FU01(-)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6779E745" w14:textId="664F9CA0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INV-1A(-)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AAA34B5" w14:textId="1A698B7C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EB4DA25" w14:textId="751C50EC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30E55AE5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19A7E198" w14:textId="2B9F9613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W12+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88650D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3D94DE2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28DACE5" w14:textId="55DED218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RDC-FU02(+)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002EA636" w14:textId="75F6A690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INV-1B(+)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8AB1101" w14:textId="36C9E7C1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5B80D5B" w14:textId="1F5A52D6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5A91DBFB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69DCD263" w14:textId="3FA7427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W12-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7801FF1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95643AE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D6F4FF7" w14:textId="5863300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RDC-FU02(-)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225B83D5" w14:textId="59ADD3FA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INV-1B(-)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BDD58B3" w14:textId="0F8922EB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5A08818" w14:textId="6728A5D8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3A20474E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1857C667" w14:textId="05B11610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W13+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A6309C6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47ADF26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8CF9623" w14:textId="2E09C380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RDC-FU03(+)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0EBF94AF" w14:textId="408930AB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INV-2A(+)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6B7BA7D" w14:textId="54052E6F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317A411A" w14:textId="1D6F41F6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11080EF2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035C5268" w14:textId="4C1988FC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W13-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7D215C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19B5841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5F9575FA" w14:textId="479DC663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RDC-FU03(-)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03DBD2CA" w14:textId="61A0A652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INV-2A(-)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3323021" w14:textId="57F01BAC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76D23ED" w14:textId="504242D2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01D685B3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415CA02D" w14:textId="63EA4BF6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W14+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979C7D9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FF4A014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6AE0DB6" w14:textId="712F3CC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RDC-FU04(+)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2E50CF11" w14:textId="6B19761F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INV-2B(+)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D2491BF" w14:textId="79CAC9F4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EF82CAC" w14:textId="190A64EF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24CF41F5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1DD3D4E2" w14:textId="3EF85D0C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W14-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29AA610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1E19AFD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703BA52" w14:textId="3C3B7FDA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RDC-FU04(-)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550FB088" w14:textId="4AD57766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INV-2B(-)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5F43BF4" w14:textId="3D5E83C3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5ACE4B9" w14:textId="3ECED4DB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4A24BE90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29A8A53C" w14:textId="4A5CBB8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326997">
              <w:rPr>
                <w:rFonts w:ascii="Calibri" w:hAnsi="Calibri"/>
                <w:color w:val="000000"/>
              </w:rPr>
              <w:t>15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5D7BBF9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0531CB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F828456" w14:textId="54EF8F4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 w:rsidR="00326997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1D1B8C85" w14:textId="17F425D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</w:t>
            </w:r>
            <w:r w:rsidR="00326997">
              <w:rPr>
                <w:rFonts w:ascii="Calibri" w:hAnsi="Calibri"/>
                <w:color w:val="000000"/>
              </w:rPr>
              <w:t>3A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4EA91C7" w14:textId="159721CE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5E76BF0" w14:textId="1FC89999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50883287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7EAF7532" w14:textId="0DC61798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326997">
              <w:rPr>
                <w:rFonts w:ascii="Calibri" w:hAnsi="Calibri"/>
                <w:color w:val="000000"/>
              </w:rPr>
              <w:t>15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C300C08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A4A54F7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0AA5B34" w14:textId="0CBD3AEB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 w:rsidR="00326997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42799AB4" w14:textId="52B42EFE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</w:t>
            </w:r>
            <w:r w:rsidR="00326997">
              <w:rPr>
                <w:rFonts w:ascii="Calibri" w:hAnsi="Calibri"/>
                <w:color w:val="000000"/>
              </w:rPr>
              <w:t>3A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E30C9CD" w14:textId="660162E9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0BA9238" w14:textId="6DB9335C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3EE6E7E7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6B642DE3" w14:textId="4606F688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326997">
              <w:rPr>
                <w:rFonts w:ascii="Calibri" w:hAnsi="Calibri"/>
                <w:color w:val="000000"/>
              </w:rPr>
              <w:t>16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D414649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C326338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4152932" w14:textId="10AABA0B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 w:rsidR="00326997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7ADA326F" w14:textId="7ED86B7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</w:t>
            </w:r>
            <w:r w:rsidR="00326997">
              <w:rPr>
                <w:rFonts w:ascii="Calibri" w:hAnsi="Calibri"/>
                <w:color w:val="000000"/>
              </w:rPr>
              <w:t>3B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FCDD346" w14:textId="7051E1BE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362EDD27" w14:textId="74F433C6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1E416A3D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3B5B4E61" w14:textId="5BD612F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326997">
              <w:rPr>
                <w:rFonts w:ascii="Calibri" w:hAnsi="Calibri"/>
                <w:color w:val="000000"/>
              </w:rPr>
              <w:t>16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8DAA153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66BCEE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0EE823C" w14:textId="7B02AEEF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 w:rsidR="00326997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390728B7" w14:textId="28220054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</w:t>
            </w:r>
            <w:r w:rsidR="00326997">
              <w:rPr>
                <w:rFonts w:ascii="Calibri" w:hAnsi="Calibri"/>
                <w:color w:val="000000"/>
              </w:rPr>
              <w:t>3B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2B1C40D" w14:textId="31867CDF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8BB232D" w14:textId="57732DBC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326997" w:rsidRPr="007D69AC" w14:paraId="1C5D5165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125380F3" w14:textId="403E2756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17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886B5BB" w14:textId="1798096E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2F69D66" w14:textId="3EAE7E2E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5A01436C" w14:textId="389AF361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7D845940" w14:textId="7E64B23E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</w:t>
            </w:r>
            <w:r>
              <w:rPr>
                <w:rFonts w:ascii="Calibri" w:hAnsi="Calibri"/>
                <w:color w:val="000000"/>
              </w:rPr>
              <w:t>3C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960F657" w14:textId="3F9DBC26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7D75ED0" w14:textId="2147CC1B" w:rsidR="00326997" w:rsidRDefault="00326997" w:rsidP="0032699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326997" w:rsidRPr="007D69AC" w14:paraId="568C01AB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033583CD" w14:textId="4B98962B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17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70DF04B" w14:textId="4830FB43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CC83628" w14:textId="1A241A99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7D25CE6" w14:textId="25CAD536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RDC-FU0</w:t>
            </w:r>
            <w:r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7C429827" w14:textId="270E6B4A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INV-</w:t>
            </w:r>
            <w:r>
              <w:rPr>
                <w:rFonts w:ascii="Calibri" w:hAnsi="Calibri"/>
                <w:color w:val="000000"/>
              </w:rPr>
              <w:t>3C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1D3FDA4" w14:textId="454A8F93" w:rsidR="00326997" w:rsidRPr="007D69AC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CB63E97" w14:textId="5872C2C8" w:rsidR="00326997" w:rsidRPr="007D69AC" w:rsidRDefault="00326997" w:rsidP="0032699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326997" w:rsidRPr="007D69AC" w14:paraId="26ABA835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7E9DD269" w14:textId="77777777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079DFC63" w14:textId="77777777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52E8075A" w14:textId="77777777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2A6EFA0A" w14:textId="77777777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01" w:type="dxa"/>
            <w:shd w:val="clear" w:color="auto" w:fill="auto"/>
            <w:vAlign w:val="center"/>
          </w:tcPr>
          <w:p w14:paraId="7E7B0C26" w14:textId="77777777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518E08B0" w14:textId="77777777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14:paraId="50F01D94" w14:textId="77777777" w:rsidR="00326997" w:rsidRDefault="00326997" w:rsidP="00326997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326997" w:rsidRPr="007D69AC" w14:paraId="5D63ECDD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77830D3E" w14:textId="49D228D1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99FEAFF" w14:textId="2256D2AF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CYKY-J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7073300" w14:textId="61004D8B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5x</w:t>
            </w:r>
            <w:r w:rsidR="00D25409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0mm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A3C2BF1" w14:textId="41A92BF5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</w:t>
            </w:r>
            <w:r w:rsidR="00D25409"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316E8515" w14:textId="6103E2E0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RAC-XL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7F449DF" w14:textId="776292BC" w:rsidR="00326997" w:rsidRPr="007D69AC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1C2E8A5" w14:textId="42046431" w:rsidR="00326997" w:rsidRPr="007D69AC" w:rsidRDefault="00326997" w:rsidP="0032699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se stáv. rozvaděčem</w:t>
            </w:r>
          </w:p>
        </w:tc>
      </w:tr>
      <w:tr w:rsidR="00326997" w:rsidRPr="007D69AC" w14:paraId="10D065AD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67B493EA" w14:textId="6DC633FD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W1.1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59B784A" w14:textId="6460B60D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CYKY-J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862612A" w14:textId="4B873CAE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5x</w:t>
            </w:r>
            <w:r w:rsidR="00D25409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0mm</w:t>
            </w:r>
            <w:r w:rsidRPr="00D174D4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136372A" w14:textId="77C38AC2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57EF14DB" w14:textId="6D2395EC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RAC-X1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A000428" w14:textId="0A15F433" w:rsidR="00326997" w:rsidRPr="007D69AC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3DAC29E7" w14:textId="4935A6B5" w:rsidR="00326997" w:rsidRPr="007D69AC" w:rsidRDefault="00326997" w:rsidP="0032699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střídač rozvaděč AC</w:t>
            </w:r>
          </w:p>
        </w:tc>
      </w:tr>
      <w:tr w:rsidR="00326997" w:rsidRPr="007D69AC" w14:paraId="6F890B4A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7B7E6897" w14:textId="69648CC9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WS11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B7F520E" w14:textId="6560EFF3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CYKY-O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E7BBDD4" w14:textId="0519D258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2x1,5mm</w:t>
            </w:r>
            <w:r w:rsidRPr="00D174D4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C2E2039" w14:textId="5C9085CC" w:rsidR="00326997" w:rsidRDefault="00D25409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AXY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6096D2A4" w14:textId="2F69D334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RAC-XS1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51BD6AA" w14:textId="53B41C0E" w:rsidR="00326997" w:rsidRPr="007D69AC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806FF9D" w14:textId="26B37FA4" w:rsidR="00326997" w:rsidRPr="007D69AC" w:rsidRDefault="00326997" w:rsidP="0032699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Signál </w:t>
            </w:r>
            <w:r w:rsidR="00D25409">
              <w:rPr>
                <w:rFonts w:ascii="Calibri" w:hAnsi="Calibri"/>
                <w:color w:val="000000"/>
              </w:rPr>
              <w:t>z RTU7 jednotky DŘ</w:t>
            </w:r>
          </w:p>
        </w:tc>
      </w:tr>
      <w:tr w:rsidR="00326997" w:rsidRPr="007D69AC" w14:paraId="519B2415" w14:textId="77777777" w:rsidTr="00610767">
        <w:trPr>
          <w:trHeight w:val="299"/>
        </w:trPr>
        <w:tc>
          <w:tcPr>
            <w:tcW w:w="1261" w:type="dxa"/>
            <w:shd w:val="clear" w:color="auto" w:fill="auto"/>
            <w:vAlign w:val="center"/>
          </w:tcPr>
          <w:p w14:paraId="6749635A" w14:textId="614E7950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WS13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5756969" w14:textId="49DBA2E7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CYKY-O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459A256" w14:textId="519FDC83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7x1,5mm</w:t>
            </w:r>
            <w:r w:rsidRPr="00D174D4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7DB571C3" w14:textId="29ED68BB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</w:t>
            </w:r>
            <w:r w:rsidR="00D25409"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34DA52B5" w14:textId="09D8418B" w:rsidR="00326997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RAC-XS1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6A3AFD0" w14:textId="3795E988" w:rsidR="00326997" w:rsidRPr="007D69AC" w:rsidRDefault="00326997" w:rsidP="0032699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m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09C9208" w14:textId="77777777" w:rsidR="00326997" w:rsidRPr="007D69AC" w:rsidRDefault="00326997" w:rsidP="00326997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</w:tbl>
    <w:p w14:paraId="7C423C9D" w14:textId="76EFFE72" w:rsidR="007754BE" w:rsidRDefault="007754BE" w:rsidP="004632C0">
      <w:pPr>
        <w:jc w:val="left"/>
        <w:rPr>
          <w:rFonts w:cs="Arial"/>
          <w:b/>
          <w:sz w:val="28"/>
          <w:szCs w:val="28"/>
        </w:rPr>
      </w:pPr>
    </w:p>
    <w:sectPr w:rsidR="007754BE" w:rsidSect="00A84429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3" w:right="567" w:bottom="1418" w:left="567" w:header="285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7A09B" w14:textId="77777777" w:rsidR="00120E6C" w:rsidRDefault="00120E6C">
      <w:r>
        <w:separator/>
      </w:r>
    </w:p>
    <w:p w14:paraId="45A94070" w14:textId="77777777" w:rsidR="00120E6C" w:rsidRDefault="00120E6C"/>
  </w:endnote>
  <w:endnote w:type="continuationSeparator" w:id="0">
    <w:p w14:paraId="3EA462C7" w14:textId="77777777" w:rsidR="00120E6C" w:rsidRDefault="00120E6C">
      <w:r>
        <w:continuationSeparator/>
      </w:r>
    </w:p>
    <w:p w14:paraId="436E5199" w14:textId="77777777" w:rsidR="00120E6C" w:rsidRDefault="00120E6C"/>
  </w:endnote>
  <w:endnote w:type="continuationNotice" w:id="1">
    <w:p w14:paraId="16A400D8" w14:textId="77777777" w:rsidR="00120E6C" w:rsidRDefault="00120E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B485" w14:textId="7332C957" w:rsidR="001E0A70" w:rsidRPr="00D557D0" w:rsidRDefault="001E0A70" w:rsidP="009F38D7">
    <w:pPr>
      <w:pStyle w:val="Pta"/>
      <w:pBdr>
        <w:top w:val="single" w:sz="4" w:space="1" w:color="000000"/>
      </w:pBdr>
      <w:tabs>
        <w:tab w:val="center" w:pos="5528"/>
        <w:tab w:val="right" w:pos="11057"/>
      </w:tabs>
      <w:rPr>
        <w:rFonts w:cs="Arial"/>
        <w:sz w:val="14"/>
        <w:szCs w:val="14"/>
      </w:rPr>
    </w:pPr>
    <w:r w:rsidRPr="00D557D0">
      <w:rPr>
        <w:rFonts w:cs="Arial"/>
        <w:noProof/>
        <w:sz w:val="14"/>
        <w:szCs w:val="14"/>
      </w:rPr>
      <w:drawing>
        <wp:anchor distT="0" distB="0" distL="114300" distR="114300" simplePos="0" relativeHeight="251657216" behindDoc="0" locked="0" layoutInCell="1" allowOverlap="0" wp14:anchorId="0D2D4E91" wp14:editId="42EAD312">
          <wp:simplePos x="0" y="0"/>
          <wp:positionH relativeFrom="column">
            <wp:posOffset>-35560</wp:posOffset>
          </wp:positionH>
          <wp:positionV relativeFrom="paragraph">
            <wp:posOffset>553456</wp:posOffset>
          </wp:positionV>
          <wp:extent cx="5681345" cy="396240"/>
          <wp:effectExtent l="0" t="0" r="0" b="0"/>
          <wp:wrapSquare wrapText="bothSides"/>
          <wp:docPr id="7" name="obrázek 5" descr="frag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rag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95" t="23618" r="28001" b="70871"/>
                  <a:stretch>
                    <a:fillRect/>
                  </a:stretch>
                </pic:blipFill>
                <pic:spPr bwMode="auto">
                  <a:xfrm>
                    <a:off x="0" y="0"/>
                    <a:ext cx="568134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47455">
      <w:rPr>
        <w:rFonts w:cs="Arial"/>
        <w:sz w:val="14"/>
        <w:szCs w:val="14"/>
      </w:rPr>
      <w:t xml:space="preserve"> </w:t>
    </w:r>
    <w:r w:rsidRPr="008F469F">
      <w:rPr>
        <w:rFonts w:cs="Arial"/>
        <w:sz w:val="14"/>
        <w:szCs w:val="14"/>
      </w:rPr>
      <w:t>Z0</w:t>
    </w:r>
    <w:r w:rsidR="00444171">
      <w:rPr>
        <w:rFonts w:cs="Arial"/>
        <w:sz w:val="14"/>
        <w:szCs w:val="14"/>
      </w:rPr>
      <w:t>2</w:t>
    </w:r>
    <w:r w:rsidR="004632C0">
      <w:rPr>
        <w:rFonts w:cs="Arial"/>
        <w:sz w:val="14"/>
        <w:szCs w:val="14"/>
      </w:rPr>
      <w:t>1058</w:t>
    </w:r>
    <w:r w:rsidR="008107B1">
      <w:rPr>
        <w:rFonts w:cs="Arial"/>
        <w:sz w:val="14"/>
        <w:szCs w:val="14"/>
      </w:rPr>
      <w:t xml:space="preserve"> </w:t>
    </w:r>
    <w:r w:rsidR="004632C0">
      <w:rPr>
        <w:rFonts w:cs="Arial"/>
        <w:sz w:val="14"/>
        <w:szCs w:val="14"/>
      </w:rPr>
      <w:t>FVE ZŠ JANA BABÁKA</w:t>
    </w:r>
    <w:r w:rsidRPr="00D557D0">
      <w:rPr>
        <w:rFonts w:cs="Arial"/>
        <w:sz w:val="14"/>
        <w:szCs w:val="14"/>
      </w:rPr>
      <w:tab/>
      <w:t xml:space="preserve">         </w:t>
    </w:r>
    <w:r>
      <w:rPr>
        <w:rFonts w:cs="Arial"/>
        <w:sz w:val="14"/>
        <w:szCs w:val="14"/>
      </w:rPr>
      <w:tab/>
    </w:r>
    <w:r w:rsidRPr="00D557D0">
      <w:rPr>
        <w:rFonts w:cs="Arial"/>
        <w:sz w:val="14"/>
        <w:szCs w:val="14"/>
      </w:rPr>
      <w:fldChar w:fldCharType="begin"/>
    </w:r>
    <w:r w:rsidRPr="00D557D0">
      <w:rPr>
        <w:rFonts w:cs="Arial"/>
        <w:sz w:val="14"/>
        <w:szCs w:val="14"/>
      </w:rPr>
      <w:instrText xml:space="preserve"> PAGE </w:instrText>
    </w:r>
    <w:r w:rsidRPr="00D557D0">
      <w:rPr>
        <w:rFonts w:cs="Arial"/>
        <w:sz w:val="14"/>
        <w:szCs w:val="14"/>
      </w:rPr>
      <w:fldChar w:fldCharType="separate"/>
    </w:r>
    <w:r w:rsidR="00EF6ECD">
      <w:rPr>
        <w:rFonts w:cs="Arial"/>
        <w:noProof/>
        <w:sz w:val="14"/>
        <w:szCs w:val="14"/>
      </w:rPr>
      <w:t>1</w:t>
    </w:r>
    <w:r w:rsidRPr="00D557D0">
      <w:rPr>
        <w:rFonts w:cs="Arial"/>
        <w:sz w:val="14"/>
        <w:szCs w:val="14"/>
      </w:rPr>
      <w:fldChar w:fldCharType="end"/>
    </w:r>
    <w:r w:rsidRPr="00D557D0">
      <w:rPr>
        <w:rFonts w:cs="Arial"/>
        <w:sz w:val="14"/>
        <w:szCs w:val="14"/>
      </w:rPr>
      <w:t xml:space="preserve">                                                                        </w:t>
    </w:r>
    <w:r>
      <w:rPr>
        <w:rFonts w:cs="Arial"/>
        <w:sz w:val="14"/>
        <w:szCs w:val="14"/>
      </w:rPr>
      <w:t xml:space="preserve">          </w:t>
    </w:r>
  </w:p>
  <w:p w14:paraId="0D2D4E88" w14:textId="1722E6DB" w:rsidR="001E0A70" w:rsidRPr="004A14F9" w:rsidRDefault="00AB2537" w:rsidP="00463C03">
    <w:pPr>
      <w:pStyle w:val="Pta"/>
      <w:tabs>
        <w:tab w:val="clear" w:pos="8640"/>
        <w:tab w:val="left" w:pos="2400"/>
        <w:tab w:val="center" w:pos="10632"/>
        <w:tab w:val="right" w:pos="11057"/>
      </w:tabs>
      <w:spacing w:before="0"/>
      <w:ind w:left="-142" w:right="141"/>
      <w:contextualSpacing/>
      <w:rPr>
        <w:rFonts w:cs="Arial"/>
        <w:sz w:val="10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45DCF3" wp14:editId="2794EBB3">
              <wp:simplePos x="0" y="0"/>
              <wp:positionH relativeFrom="column">
                <wp:posOffset>6014720</wp:posOffset>
              </wp:positionH>
              <wp:positionV relativeFrom="paragraph">
                <wp:posOffset>10080625</wp:posOffset>
              </wp:positionV>
              <wp:extent cx="1328420" cy="396240"/>
              <wp:effectExtent l="0" t="0" r="0" b="0"/>
              <wp:wrapNone/>
              <wp:docPr id="11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03582" w14:textId="77777777" w:rsidR="001E0A70" w:rsidRPr="00E77197" w:rsidRDefault="001E0A70" w:rsidP="00C81A44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15917F37" w14:textId="77777777" w:rsidR="001E0A70" w:rsidRPr="00400F00" w:rsidRDefault="001E0A70" w:rsidP="00C81A44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ENERGO s.r.o.</w:t>
                          </w:r>
                        </w:p>
                        <w:p w14:paraId="09CA234C" w14:textId="77777777" w:rsidR="001E0A70" w:rsidRPr="00400F00" w:rsidRDefault="001E0A70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2AB8C492" w14:textId="77777777" w:rsidR="001E0A70" w:rsidRPr="00400F00" w:rsidRDefault="001E0A70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59E418" w14:textId="77777777" w:rsidR="001E0A70" w:rsidRPr="00400F00" w:rsidRDefault="001E0A70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5DC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73.6pt;margin-top:793.75pt;width:104.6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" stroked="f">
              <v:textbox inset="0,0,0,0">
                <w:txbxContent>
                  <w:p w14:paraId="14803582" w14:textId="77777777" w:rsidR="001E0A70" w:rsidRPr="00E77197" w:rsidRDefault="001E0A70" w:rsidP="00C81A44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15917F37" w14:textId="77777777" w:rsidR="001E0A70" w:rsidRPr="00400F00" w:rsidRDefault="001E0A70" w:rsidP="00C81A44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ENERGO s.r.o.</w:t>
                    </w:r>
                  </w:p>
                  <w:p w14:paraId="09CA234C" w14:textId="77777777" w:rsidR="001E0A70" w:rsidRPr="00400F00" w:rsidRDefault="001E0A70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2AB8C492" w14:textId="77777777" w:rsidR="001E0A70" w:rsidRPr="00400F00" w:rsidRDefault="001E0A70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59E418" w14:textId="77777777" w:rsidR="001E0A70" w:rsidRPr="00400F00" w:rsidRDefault="001E0A70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E4CA59" wp14:editId="5CD8CC6E">
              <wp:simplePos x="0" y="0"/>
              <wp:positionH relativeFrom="column">
                <wp:posOffset>5654675</wp:posOffset>
              </wp:positionH>
              <wp:positionV relativeFrom="paragraph">
                <wp:posOffset>8890</wp:posOffset>
              </wp:positionV>
              <wp:extent cx="1328420" cy="39624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D4EBC" w14:textId="77777777" w:rsidR="001E0A70" w:rsidRPr="00E77197" w:rsidRDefault="001E0A70" w:rsidP="00E93F62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0D2D4EBD" w14:textId="78435D23" w:rsidR="001E0A70" w:rsidRPr="00400F00" w:rsidRDefault="001E0A70" w:rsidP="00E93F62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 w:rsidR="008107B1">
                            <w:rPr>
                              <w:rFonts w:cs="Arial"/>
                              <w:sz w:val="13"/>
                              <w:szCs w:val="13"/>
                            </w:rPr>
                            <w:t>INTERNATIONAL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 s.r.o.</w:t>
                          </w:r>
                        </w:p>
                        <w:p w14:paraId="0D2D4EBE" w14:textId="77777777" w:rsidR="001E0A70" w:rsidRPr="00400F00" w:rsidRDefault="001E0A70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0D2D4EBF" w14:textId="77777777" w:rsidR="001E0A70" w:rsidRPr="00400F00" w:rsidRDefault="001E0A70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2D4EC0" w14:textId="77777777" w:rsidR="001E0A70" w:rsidRPr="00400F00" w:rsidRDefault="001E0A70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E4CA59" id="_x0000_s1027" type="#_x0000_t202" style="position:absolute;left:0;text-align:left;margin-left:445.25pt;margin-top:.7pt;width:104.6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" stroked="f">
              <v:textbox inset="0,0,0,0">
                <w:txbxContent>
                  <w:p w14:paraId="0D2D4EBC" w14:textId="77777777" w:rsidR="001E0A70" w:rsidRPr="00E77197" w:rsidRDefault="001E0A70" w:rsidP="00E93F62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0D2D4EBD" w14:textId="78435D23" w:rsidR="001E0A70" w:rsidRPr="00400F00" w:rsidRDefault="001E0A70" w:rsidP="00E93F62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 w:rsidR="008107B1">
                      <w:rPr>
                        <w:rFonts w:cs="Arial"/>
                        <w:sz w:val="13"/>
                        <w:szCs w:val="13"/>
                      </w:rPr>
                      <w:t>INTERNATIONAL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 xml:space="preserve"> s.r.o.</w:t>
                    </w:r>
                  </w:p>
                  <w:p w14:paraId="0D2D4EBE" w14:textId="77777777" w:rsidR="001E0A70" w:rsidRPr="00400F00" w:rsidRDefault="001E0A70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0D2D4EBF" w14:textId="77777777" w:rsidR="001E0A70" w:rsidRPr="00400F00" w:rsidRDefault="001E0A70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2D4EC0" w14:textId="77777777" w:rsidR="001E0A70" w:rsidRPr="00400F00" w:rsidRDefault="001E0A70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</w:p>
  <w:p w14:paraId="0845F56C" w14:textId="77777777" w:rsidR="001E0A70" w:rsidRDefault="001E0A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1E0A70" w:rsidRPr="0025760E" w:rsidRDefault="001E0A70" w:rsidP="001F7964">
    <w:pPr>
      <w:pStyle w:val="Pta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Zakázka:Z014009 </w:t>
    </w:r>
  </w:p>
  <w:p w14:paraId="0D2D4E8B" w14:textId="77777777" w:rsidR="001E0A70" w:rsidRPr="00FB3E1F" w:rsidRDefault="001E0A70" w:rsidP="00FB3E1F">
    <w:pPr>
      <w:pStyle w:val="Pta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5168" behindDoc="0" locked="0" layoutInCell="1" allowOverlap="1" wp14:anchorId="0D2D4E93" wp14:editId="581D1D27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9A75" w14:textId="77777777" w:rsidR="00120E6C" w:rsidRDefault="00120E6C">
      <w:r>
        <w:separator/>
      </w:r>
    </w:p>
    <w:p w14:paraId="193621B2" w14:textId="77777777" w:rsidR="00120E6C" w:rsidRDefault="00120E6C"/>
  </w:footnote>
  <w:footnote w:type="continuationSeparator" w:id="0">
    <w:p w14:paraId="317A1FE1" w14:textId="77777777" w:rsidR="00120E6C" w:rsidRDefault="00120E6C">
      <w:r>
        <w:continuationSeparator/>
      </w:r>
    </w:p>
    <w:p w14:paraId="3525D840" w14:textId="77777777" w:rsidR="00120E6C" w:rsidRDefault="00120E6C"/>
  </w:footnote>
  <w:footnote w:type="continuationNotice" w:id="1">
    <w:p w14:paraId="185FFDB9" w14:textId="77777777" w:rsidR="00120E6C" w:rsidRDefault="00120E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27E32E17" w:rsidR="001E0A70" w:rsidRDefault="001E0A70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6192" behindDoc="0" locked="0" layoutInCell="1" allowOverlap="1" wp14:anchorId="0D2D4E8C" wp14:editId="14174ED4">
          <wp:simplePos x="0" y="0"/>
          <wp:positionH relativeFrom="column">
            <wp:posOffset>5984875</wp:posOffset>
          </wp:positionH>
          <wp:positionV relativeFrom="paragraph">
            <wp:posOffset>-53340</wp:posOffset>
          </wp:positionV>
          <wp:extent cx="890270" cy="447675"/>
          <wp:effectExtent l="0" t="0" r="0" b="0"/>
          <wp:wrapTopAndBottom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8240" behindDoc="0" locked="0" layoutInCell="1" allowOverlap="1" wp14:anchorId="0D2D4E8E" wp14:editId="5D37DB74">
          <wp:simplePos x="0" y="0"/>
          <wp:positionH relativeFrom="margin">
            <wp:posOffset>2733675</wp:posOffset>
          </wp:positionH>
          <wp:positionV relativeFrom="paragraph">
            <wp:posOffset>27940</wp:posOffset>
          </wp:positionV>
          <wp:extent cx="1373505" cy="279400"/>
          <wp:effectExtent l="0" t="0" r="0" b="0"/>
          <wp:wrapTopAndBottom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4638D4F8" w14:textId="3DC1E7B5" w:rsidR="001E0A70" w:rsidRPr="008F7208" w:rsidRDefault="001E0A70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 w:val="16"/>
        <w:szCs w:val="16"/>
      </w:rPr>
    </w:pPr>
    <w:r w:rsidRPr="008F7208">
      <w:rPr>
        <w:rFonts w:cs="Arial"/>
        <w:sz w:val="16"/>
        <w:szCs w:val="16"/>
      </w:rPr>
      <w:t>Z0</w:t>
    </w:r>
    <w:r w:rsidR="00B15119">
      <w:rPr>
        <w:rFonts w:cs="Arial"/>
        <w:sz w:val="16"/>
        <w:szCs w:val="16"/>
      </w:rPr>
      <w:t>2</w:t>
    </w:r>
    <w:r w:rsidR="004632C0">
      <w:rPr>
        <w:rFonts w:cs="Arial"/>
        <w:sz w:val="16"/>
        <w:szCs w:val="16"/>
      </w:rPr>
      <w:t>10</w:t>
    </w:r>
    <w:r w:rsidR="00326997">
      <w:rPr>
        <w:rFonts w:cs="Arial"/>
        <w:sz w:val="16"/>
        <w:szCs w:val="16"/>
      </w:rPr>
      <w:t>3</w:t>
    </w:r>
    <w:r w:rsidR="004632C0">
      <w:rPr>
        <w:rFonts w:cs="Arial"/>
        <w:sz w:val="16"/>
        <w:szCs w:val="16"/>
      </w:rPr>
      <w:t xml:space="preserve">8 FVE </w:t>
    </w:r>
    <w:r w:rsidR="00326997">
      <w:rPr>
        <w:rFonts w:cs="Arial"/>
        <w:sz w:val="16"/>
        <w:szCs w:val="16"/>
      </w:rPr>
      <w:t>Poliklinika Lesná</w:t>
    </w:r>
  </w:p>
  <w:p w14:paraId="0D2D4E83" w14:textId="2B1F40A2" w:rsidR="001E0A70" w:rsidRPr="003A7AE2" w:rsidRDefault="001E0A70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77777777" w:rsidR="001E0A70" w:rsidRPr="00FB3E1F" w:rsidRDefault="001E0A70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1E0A70" w:rsidRPr="003A7AE2" w:rsidRDefault="001E0A70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4FC713E"/>
    <w:multiLevelType w:val="hybridMultilevel"/>
    <w:tmpl w:val="4EF2E88E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953F6"/>
    <w:multiLevelType w:val="hybridMultilevel"/>
    <w:tmpl w:val="77428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80C8B"/>
    <w:multiLevelType w:val="hybridMultilevel"/>
    <w:tmpl w:val="9A0AF958"/>
    <w:lvl w:ilvl="0" w:tplc="A7D4F6B2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1A1E1ECD"/>
    <w:multiLevelType w:val="hybridMultilevel"/>
    <w:tmpl w:val="D366947A"/>
    <w:lvl w:ilvl="0" w:tplc="8E8636C8">
      <w:start w:val="1"/>
      <w:numFmt w:val="bullet"/>
      <w:pStyle w:val="odrka1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3B9A45E0"/>
    <w:multiLevelType w:val="multilevel"/>
    <w:tmpl w:val="3CA86EB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405C4FB4"/>
    <w:multiLevelType w:val="hybridMultilevel"/>
    <w:tmpl w:val="F8186F70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E0EB4"/>
    <w:multiLevelType w:val="hybridMultilevel"/>
    <w:tmpl w:val="8AEA9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76536"/>
    <w:multiLevelType w:val="hybridMultilevel"/>
    <w:tmpl w:val="14FA39F4"/>
    <w:lvl w:ilvl="0" w:tplc="FFFFFFFF">
      <w:start w:val="1"/>
      <w:numFmt w:val="bullet"/>
      <w:pStyle w:val="Odrka"/>
      <w:lvlText w:val="-"/>
      <w:lvlJc w:val="left"/>
      <w:pPr>
        <w:tabs>
          <w:tab w:val="num" w:pos="717"/>
        </w:tabs>
        <w:ind w:left="709" w:hanging="35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7500084">
    <w:abstractNumId w:val="5"/>
  </w:num>
  <w:num w:numId="2" w16cid:durableId="1898782420">
    <w:abstractNumId w:val="2"/>
  </w:num>
  <w:num w:numId="3" w16cid:durableId="2095318330">
    <w:abstractNumId w:val="7"/>
  </w:num>
  <w:num w:numId="4" w16cid:durableId="280919210">
    <w:abstractNumId w:val="1"/>
  </w:num>
  <w:num w:numId="5" w16cid:durableId="541787171">
    <w:abstractNumId w:val="8"/>
  </w:num>
  <w:num w:numId="6" w16cid:durableId="296179060">
    <w:abstractNumId w:val="4"/>
  </w:num>
  <w:num w:numId="7" w16cid:durableId="1716271780">
    <w:abstractNumId w:val="6"/>
  </w:num>
  <w:num w:numId="8" w16cid:durableId="57359280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1C47"/>
    <w:rsid w:val="000023BD"/>
    <w:rsid w:val="000051EC"/>
    <w:rsid w:val="0000784D"/>
    <w:rsid w:val="00011CCE"/>
    <w:rsid w:val="0001243A"/>
    <w:rsid w:val="00014037"/>
    <w:rsid w:val="000154CC"/>
    <w:rsid w:val="00015F3B"/>
    <w:rsid w:val="00017F11"/>
    <w:rsid w:val="00023A6D"/>
    <w:rsid w:val="0002412F"/>
    <w:rsid w:val="000264EE"/>
    <w:rsid w:val="000269AC"/>
    <w:rsid w:val="000274C4"/>
    <w:rsid w:val="000300EF"/>
    <w:rsid w:val="00031A75"/>
    <w:rsid w:val="00034722"/>
    <w:rsid w:val="00040820"/>
    <w:rsid w:val="00042E70"/>
    <w:rsid w:val="0004373A"/>
    <w:rsid w:val="00045C00"/>
    <w:rsid w:val="0004644A"/>
    <w:rsid w:val="00046CC6"/>
    <w:rsid w:val="00050A86"/>
    <w:rsid w:val="00052601"/>
    <w:rsid w:val="00055A83"/>
    <w:rsid w:val="00060E99"/>
    <w:rsid w:val="00065165"/>
    <w:rsid w:val="00065B62"/>
    <w:rsid w:val="00073778"/>
    <w:rsid w:val="0007403E"/>
    <w:rsid w:val="000743EB"/>
    <w:rsid w:val="00074734"/>
    <w:rsid w:val="0007619E"/>
    <w:rsid w:val="000773FA"/>
    <w:rsid w:val="000867F4"/>
    <w:rsid w:val="00086CC5"/>
    <w:rsid w:val="0008776E"/>
    <w:rsid w:val="00090062"/>
    <w:rsid w:val="0009019C"/>
    <w:rsid w:val="0009071A"/>
    <w:rsid w:val="00094E7E"/>
    <w:rsid w:val="00095836"/>
    <w:rsid w:val="000A10DB"/>
    <w:rsid w:val="000A14DD"/>
    <w:rsid w:val="000A25AF"/>
    <w:rsid w:val="000A4826"/>
    <w:rsid w:val="000A5136"/>
    <w:rsid w:val="000A532C"/>
    <w:rsid w:val="000A7662"/>
    <w:rsid w:val="000B0141"/>
    <w:rsid w:val="000B0644"/>
    <w:rsid w:val="000B1989"/>
    <w:rsid w:val="000B1E56"/>
    <w:rsid w:val="000B208F"/>
    <w:rsid w:val="000B4BFC"/>
    <w:rsid w:val="000C1980"/>
    <w:rsid w:val="000C2526"/>
    <w:rsid w:val="000C2F30"/>
    <w:rsid w:val="000C34A9"/>
    <w:rsid w:val="000C4179"/>
    <w:rsid w:val="000C6771"/>
    <w:rsid w:val="000D1DD0"/>
    <w:rsid w:val="000D2F2A"/>
    <w:rsid w:val="000D4246"/>
    <w:rsid w:val="000D4C91"/>
    <w:rsid w:val="000D4CC7"/>
    <w:rsid w:val="000D62F7"/>
    <w:rsid w:val="000D7851"/>
    <w:rsid w:val="000D7ECA"/>
    <w:rsid w:val="000E102A"/>
    <w:rsid w:val="000E1806"/>
    <w:rsid w:val="000E2B94"/>
    <w:rsid w:val="000E7640"/>
    <w:rsid w:val="000F0485"/>
    <w:rsid w:val="000F431B"/>
    <w:rsid w:val="000F4FE3"/>
    <w:rsid w:val="000F7DDB"/>
    <w:rsid w:val="0010282E"/>
    <w:rsid w:val="001032F0"/>
    <w:rsid w:val="00103378"/>
    <w:rsid w:val="0010576F"/>
    <w:rsid w:val="001064E9"/>
    <w:rsid w:val="0010722E"/>
    <w:rsid w:val="001133DA"/>
    <w:rsid w:val="001140AC"/>
    <w:rsid w:val="00115EAF"/>
    <w:rsid w:val="001164A1"/>
    <w:rsid w:val="00116AEC"/>
    <w:rsid w:val="001170F8"/>
    <w:rsid w:val="001179B3"/>
    <w:rsid w:val="00120E6C"/>
    <w:rsid w:val="00121A83"/>
    <w:rsid w:val="001247C1"/>
    <w:rsid w:val="001248BD"/>
    <w:rsid w:val="00124F90"/>
    <w:rsid w:val="00127494"/>
    <w:rsid w:val="001314A2"/>
    <w:rsid w:val="00133BB9"/>
    <w:rsid w:val="0013611E"/>
    <w:rsid w:val="00136569"/>
    <w:rsid w:val="001367AA"/>
    <w:rsid w:val="00140590"/>
    <w:rsid w:val="00141132"/>
    <w:rsid w:val="00141BA2"/>
    <w:rsid w:val="00142F36"/>
    <w:rsid w:val="00146E51"/>
    <w:rsid w:val="001471A2"/>
    <w:rsid w:val="0015042D"/>
    <w:rsid w:val="00150651"/>
    <w:rsid w:val="001517DE"/>
    <w:rsid w:val="00153C5E"/>
    <w:rsid w:val="00155709"/>
    <w:rsid w:val="00155A40"/>
    <w:rsid w:val="0015632E"/>
    <w:rsid w:val="00162591"/>
    <w:rsid w:val="00162AC2"/>
    <w:rsid w:val="00162CDB"/>
    <w:rsid w:val="0016474A"/>
    <w:rsid w:val="0016494B"/>
    <w:rsid w:val="00164EE3"/>
    <w:rsid w:val="00170737"/>
    <w:rsid w:val="00170D03"/>
    <w:rsid w:val="00171025"/>
    <w:rsid w:val="00173646"/>
    <w:rsid w:val="00174547"/>
    <w:rsid w:val="00174974"/>
    <w:rsid w:val="00181E48"/>
    <w:rsid w:val="001832CF"/>
    <w:rsid w:val="00186473"/>
    <w:rsid w:val="0018687F"/>
    <w:rsid w:val="001870E0"/>
    <w:rsid w:val="00191B77"/>
    <w:rsid w:val="00192FE8"/>
    <w:rsid w:val="00194594"/>
    <w:rsid w:val="00194836"/>
    <w:rsid w:val="001A0FF5"/>
    <w:rsid w:val="001A1C97"/>
    <w:rsid w:val="001A1D8B"/>
    <w:rsid w:val="001A57F8"/>
    <w:rsid w:val="001A6894"/>
    <w:rsid w:val="001A771E"/>
    <w:rsid w:val="001B0678"/>
    <w:rsid w:val="001B3904"/>
    <w:rsid w:val="001B5F62"/>
    <w:rsid w:val="001B7161"/>
    <w:rsid w:val="001C1E9F"/>
    <w:rsid w:val="001C577C"/>
    <w:rsid w:val="001D06D2"/>
    <w:rsid w:val="001D207E"/>
    <w:rsid w:val="001D3E8F"/>
    <w:rsid w:val="001D46DF"/>
    <w:rsid w:val="001D731A"/>
    <w:rsid w:val="001D7998"/>
    <w:rsid w:val="001E055E"/>
    <w:rsid w:val="001E0A70"/>
    <w:rsid w:val="001E1509"/>
    <w:rsid w:val="001E2066"/>
    <w:rsid w:val="001E38E8"/>
    <w:rsid w:val="001E3F24"/>
    <w:rsid w:val="001E74A9"/>
    <w:rsid w:val="001F45D6"/>
    <w:rsid w:val="001F66BD"/>
    <w:rsid w:val="001F751B"/>
    <w:rsid w:val="001F7964"/>
    <w:rsid w:val="00200968"/>
    <w:rsid w:val="00200A4A"/>
    <w:rsid w:val="0020380E"/>
    <w:rsid w:val="00206D67"/>
    <w:rsid w:val="00207C3E"/>
    <w:rsid w:val="002124C9"/>
    <w:rsid w:val="00213075"/>
    <w:rsid w:val="00216574"/>
    <w:rsid w:val="002171E8"/>
    <w:rsid w:val="00217E34"/>
    <w:rsid w:val="00221598"/>
    <w:rsid w:val="00221A92"/>
    <w:rsid w:val="002245CE"/>
    <w:rsid w:val="002252D3"/>
    <w:rsid w:val="002306C6"/>
    <w:rsid w:val="002313E9"/>
    <w:rsid w:val="002320D7"/>
    <w:rsid w:val="00234322"/>
    <w:rsid w:val="002417E1"/>
    <w:rsid w:val="00241989"/>
    <w:rsid w:val="0024339A"/>
    <w:rsid w:val="00250DBA"/>
    <w:rsid w:val="00254364"/>
    <w:rsid w:val="002543D3"/>
    <w:rsid w:val="00255931"/>
    <w:rsid w:val="0026146C"/>
    <w:rsid w:val="002628D4"/>
    <w:rsid w:val="00264C1F"/>
    <w:rsid w:val="002652A6"/>
    <w:rsid w:val="00270370"/>
    <w:rsid w:val="0027082A"/>
    <w:rsid w:val="00271359"/>
    <w:rsid w:val="00271DC0"/>
    <w:rsid w:val="002722FB"/>
    <w:rsid w:val="00273EB1"/>
    <w:rsid w:val="00275209"/>
    <w:rsid w:val="00280AA9"/>
    <w:rsid w:val="00280CA6"/>
    <w:rsid w:val="002841E9"/>
    <w:rsid w:val="0028427F"/>
    <w:rsid w:val="0028455B"/>
    <w:rsid w:val="00284F7A"/>
    <w:rsid w:val="002855EE"/>
    <w:rsid w:val="002857A1"/>
    <w:rsid w:val="00286A64"/>
    <w:rsid w:val="00290666"/>
    <w:rsid w:val="00290C5E"/>
    <w:rsid w:val="00291245"/>
    <w:rsid w:val="00292FAF"/>
    <w:rsid w:val="00293001"/>
    <w:rsid w:val="00293510"/>
    <w:rsid w:val="00297D7A"/>
    <w:rsid w:val="002A0B07"/>
    <w:rsid w:val="002A4496"/>
    <w:rsid w:val="002A5544"/>
    <w:rsid w:val="002B149A"/>
    <w:rsid w:val="002B44D6"/>
    <w:rsid w:val="002B5B76"/>
    <w:rsid w:val="002B6E9D"/>
    <w:rsid w:val="002B727C"/>
    <w:rsid w:val="002C0BE9"/>
    <w:rsid w:val="002C238F"/>
    <w:rsid w:val="002C5CED"/>
    <w:rsid w:val="002C70C3"/>
    <w:rsid w:val="002C7981"/>
    <w:rsid w:val="002D2442"/>
    <w:rsid w:val="002D265E"/>
    <w:rsid w:val="002D2B1B"/>
    <w:rsid w:val="002D301D"/>
    <w:rsid w:val="002D31F1"/>
    <w:rsid w:val="002D57A9"/>
    <w:rsid w:val="002D75A4"/>
    <w:rsid w:val="002E1B56"/>
    <w:rsid w:val="002E5D18"/>
    <w:rsid w:val="002F20C5"/>
    <w:rsid w:val="002F25A0"/>
    <w:rsid w:val="002F30D3"/>
    <w:rsid w:val="002F3672"/>
    <w:rsid w:val="002F5BB9"/>
    <w:rsid w:val="002F6E13"/>
    <w:rsid w:val="00300760"/>
    <w:rsid w:val="003069CA"/>
    <w:rsid w:val="0030715E"/>
    <w:rsid w:val="00316548"/>
    <w:rsid w:val="00322D27"/>
    <w:rsid w:val="003242DD"/>
    <w:rsid w:val="003244FB"/>
    <w:rsid w:val="003253E9"/>
    <w:rsid w:val="00326997"/>
    <w:rsid w:val="00327481"/>
    <w:rsid w:val="00327EA8"/>
    <w:rsid w:val="00330FD2"/>
    <w:rsid w:val="00333769"/>
    <w:rsid w:val="003452EA"/>
    <w:rsid w:val="00346880"/>
    <w:rsid w:val="00350BC9"/>
    <w:rsid w:val="00351074"/>
    <w:rsid w:val="003518E0"/>
    <w:rsid w:val="00351FC4"/>
    <w:rsid w:val="0035309E"/>
    <w:rsid w:val="00354C46"/>
    <w:rsid w:val="0035586C"/>
    <w:rsid w:val="003567BB"/>
    <w:rsid w:val="0035745B"/>
    <w:rsid w:val="00360181"/>
    <w:rsid w:val="003606C5"/>
    <w:rsid w:val="00361305"/>
    <w:rsid w:val="00361317"/>
    <w:rsid w:val="0036240F"/>
    <w:rsid w:val="003639BE"/>
    <w:rsid w:val="00366338"/>
    <w:rsid w:val="003665EE"/>
    <w:rsid w:val="00366AB6"/>
    <w:rsid w:val="00367106"/>
    <w:rsid w:val="0036778A"/>
    <w:rsid w:val="00372841"/>
    <w:rsid w:val="00373223"/>
    <w:rsid w:val="003760A1"/>
    <w:rsid w:val="00376BBB"/>
    <w:rsid w:val="003775F0"/>
    <w:rsid w:val="00380071"/>
    <w:rsid w:val="00380BD7"/>
    <w:rsid w:val="00381ACF"/>
    <w:rsid w:val="00383B6A"/>
    <w:rsid w:val="00386552"/>
    <w:rsid w:val="00386979"/>
    <w:rsid w:val="003878A8"/>
    <w:rsid w:val="00390C34"/>
    <w:rsid w:val="00390E83"/>
    <w:rsid w:val="00391EC8"/>
    <w:rsid w:val="0039245D"/>
    <w:rsid w:val="0039281F"/>
    <w:rsid w:val="0039338A"/>
    <w:rsid w:val="00393651"/>
    <w:rsid w:val="00394105"/>
    <w:rsid w:val="003952F2"/>
    <w:rsid w:val="003955CB"/>
    <w:rsid w:val="00397880"/>
    <w:rsid w:val="003A253B"/>
    <w:rsid w:val="003A5A53"/>
    <w:rsid w:val="003A5FF4"/>
    <w:rsid w:val="003A63C3"/>
    <w:rsid w:val="003A7751"/>
    <w:rsid w:val="003A7AE2"/>
    <w:rsid w:val="003B1093"/>
    <w:rsid w:val="003B2AF8"/>
    <w:rsid w:val="003B47DB"/>
    <w:rsid w:val="003B504B"/>
    <w:rsid w:val="003B6D1E"/>
    <w:rsid w:val="003C0324"/>
    <w:rsid w:val="003C50D5"/>
    <w:rsid w:val="003C70A3"/>
    <w:rsid w:val="003C70E2"/>
    <w:rsid w:val="003D0003"/>
    <w:rsid w:val="003D2AC2"/>
    <w:rsid w:val="003D2E15"/>
    <w:rsid w:val="003D2E76"/>
    <w:rsid w:val="003D35B5"/>
    <w:rsid w:val="003D3ADF"/>
    <w:rsid w:val="003D79A0"/>
    <w:rsid w:val="003D7A4C"/>
    <w:rsid w:val="003E0A95"/>
    <w:rsid w:val="003F22C0"/>
    <w:rsid w:val="003F2564"/>
    <w:rsid w:val="003F3CAD"/>
    <w:rsid w:val="003F48AF"/>
    <w:rsid w:val="003F68E6"/>
    <w:rsid w:val="00400F00"/>
    <w:rsid w:val="00405258"/>
    <w:rsid w:val="00406BC0"/>
    <w:rsid w:val="00407226"/>
    <w:rsid w:val="00407EAB"/>
    <w:rsid w:val="00412EF8"/>
    <w:rsid w:val="004134F3"/>
    <w:rsid w:val="004161F8"/>
    <w:rsid w:val="004166CB"/>
    <w:rsid w:val="004177B7"/>
    <w:rsid w:val="00425419"/>
    <w:rsid w:val="00430789"/>
    <w:rsid w:val="004349FC"/>
    <w:rsid w:val="004405B0"/>
    <w:rsid w:val="004418D5"/>
    <w:rsid w:val="00442ACC"/>
    <w:rsid w:val="00444171"/>
    <w:rsid w:val="00446360"/>
    <w:rsid w:val="00447251"/>
    <w:rsid w:val="00447442"/>
    <w:rsid w:val="00450371"/>
    <w:rsid w:val="00450E89"/>
    <w:rsid w:val="00451534"/>
    <w:rsid w:val="0045204E"/>
    <w:rsid w:val="00454CC8"/>
    <w:rsid w:val="00457DBA"/>
    <w:rsid w:val="0046006D"/>
    <w:rsid w:val="00462C89"/>
    <w:rsid w:val="004632C0"/>
    <w:rsid w:val="00463C03"/>
    <w:rsid w:val="00464C5E"/>
    <w:rsid w:val="00466038"/>
    <w:rsid w:val="00466CF7"/>
    <w:rsid w:val="00477EF0"/>
    <w:rsid w:val="00483BAB"/>
    <w:rsid w:val="004847B3"/>
    <w:rsid w:val="00484FE4"/>
    <w:rsid w:val="00485411"/>
    <w:rsid w:val="0048584D"/>
    <w:rsid w:val="004866A7"/>
    <w:rsid w:val="00486F8E"/>
    <w:rsid w:val="00487CD4"/>
    <w:rsid w:val="00490C66"/>
    <w:rsid w:val="004912E6"/>
    <w:rsid w:val="00493188"/>
    <w:rsid w:val="00495766"/>
    <w:rsid w:val="004965BB"/>
    <w:rsid w:val="004A0954"/>
    <w:rsid w:val="004A14F9"/>
    <w:rsid w:val="004A19F6"/>
    <w:rsid w:val="004A2B5E"/>
    <w:rsid w:val="004A33BB"/>
    <w:rsid w:val="004A5407"/>
    <w:rsid w:val="004A6DCA"/>
    <w:rsid w:val="004B4838"/>
    <w:rsid w:val="004B60AF"/>
    <w:rsid w:val="004B73F7"/>
    <w:rsid w:val="004B7654"/>
    <w:rsid w:val="004C49A7"/>
    <w:rsid w:val="004C5549"/>
    <w:rsid w:val="004C5EAF"/>
    <w:rsid w:val="004C792C"/>
    <w:rsid w:val="004C7B0B"/>
    <w:rsid w:val="004D0068"/>
    <w:rsid w:val="004D1BBF"/>
    <w:rsid w:val="004D3283"/>
    <w:rsid w:val="004D4241"/>
    <w:rsid w:val="004D65B1"/>
    <w:rsid w:val="004D78F5"/>
    <w:rsid w:val="004D7C63"/>
    <w:rsid w:val="004E1543"/>
    <w:rsid w:val="004E33E3"/>
    <w:rsid w:val="004E3953"/>
    <w:rsid w:val="004E5645"/>
    <w:rsid w:val="004E7482"/>
    <w:rsid w:val="004F10A0"/>
    <w:rsid w:val="004F1BB4"/>
    <w:rsid w:val="004F2EA0"/>
    <w:rsid w:val="004F3860"/>
    <w:rsid w:val="004F3AF1"/>
    <w:rsid w:val="004F56C3"/>
    <w:rsid w:val="004F5B4E"/>
    <w:rsid w:val="004F6E6E"/>
    <w:rsid w:val="005008A1"/>
    <w:rsid w:val="00500C0A"/>
    <w:rsid w:val="00505FC5"/>
    <w:rsid w:val="00506BDB"/>
    <w:rsid w:val="0051235A"/>
    <w:rsid w:val="00516A51"/>
    <w:rsid w:val="00521748"/>
    <w:rsid w:val="005226A8"/>
    <w:rsid w:val="005250B3"/>
    <w:rsid w:val="005264E6"/>
    <w:rsid w:val="00530206"/>
    <w:rsid w:val="005326FE"/>
    <w:rsid w:val="005330C4"/>
    <w:rsid w:val="0053463D"/>
    <w:rsid w:val="00534894"/>
    <w:rsid w:val="00537D97"/>
    <w:rsid w:val="00541E4C"/>
    <w:rsid w:val="00543786"/>
    <w:rsid w:val="00544DC7"/>
    <w:rsid w:val="0054519A"/>
    <w:rsid w:val="005471DB"/>
    <w:rsid w:val="00547A97"/>
    <w:rsid w:val="0055062E"/>
    <w:rsid w:val="0055075D"/>
    <w:rsid w:val="005546D1"/>
    <w:rsid w:val="0056032E"/>
    <w:rsid w:val="005607D9"/>
    <w:rsid w:val="00562275"/>
    <w:rsid w:val="00563238"/>
    <w:rsid w:val="0056571E"/>
    <w:rsid w:val="00565EFC"/>
    <w:rsid w:val="00567727"/>
    <w:rsid w:val="00567DF6"/>
    <w:rsid w:val="00573D81"/>
    <w:rsid w:val="005741BE"/>
    <w:rsid w:val="00574B11"/>
    <w:rsid w:val="005778E2"/>
    <w:rsid w:val="00582785"/>
    <w:rsid w:val="005827B3"/>
    <w:rsid w:val="00583309"/>
    <w:rsid w:val="0059034D"/>
    <w:rsid w:val="00596808"/>
    <w:rsid w:val="005A197F"/>
    <w:rsid w:val="005A212F"/>
    <w:rsid w:val="005A7CE6"/>
    <w:rsid w:val="005B15FB"/>
    <w:rsid w:val="005B181E"/>
    <w:rsid w:val="005B4B84"/>
    <w:rsid w:val="005B7805"/>
    <w:rsid w:val="005C22BB"/>
    <w:rsid w:val="005C2CFB"/>
    <w:rsid w:val="005C479F"/>
    <w:rsid w:val="005C497E"/>
    <w:rsid w:val="005C5969"/>
    <w:rsid w:val="005C7EE1"/>
    <w:rsid w:val="005D17E1"/>
    <w:rsid w:val="005D183E"/>
    <w:rsid w:val="005D3735"/>
    <w:rsid w:val="005D3747"/>
    <w:rsid w:val="005D38DD"/>
    <w:rsid w:val="005D5F34"/>
    <w:rsid w:val="005D6627"/>
    <w:rsid w:val="005D68B8"/>
    <w:rsid w:val="005E7F9E"/>
    <w:rsid w:val="005F17A5"/>
    <w:rsid w:val="005F22F1"/>
    <w:rsid w:val="005F3D3E"/>
    <w:rsid w:val="005F4B97"/>
    <w:rsid w:val="005F4EA9"/>
    <w:rsid w:val="005F60EC"/>
    <w:rsid w:val="00600E41"/>
    <w:rsid w:val="00601526"/>
    <w:rsid w:val="006020FB"/>
    <w:rsid w:val="0060483C"/>
    <w:rsid w:val="00604B38"/>
    <w:rsid w:val="00610767"/>
    <w:rsid w:val="00614ADE"/>
    <w:rsid w:val="00615782"/>
    <w:rsid w:val="00616D22"/>
    <w:rsid w:val="006174BF"/>
    <w:rsid w:val="00617F15"/>
    <w:rsid w:val="0062190C"/>
    <w:rsid w:val="00623C86"/>
    <w:rsid w:val="0063094B"/>
    <w:rsid w:val="00632F42"/>
    <w:rsid w:val="00634B74"/>
    <w:rsid w:val="006400EE"/>
    <w:rsid w:val="0064245D"/>
    <w:rsid w:val="00644C16"/>
    <w:rsid w:val="006457DB"/>
    <w:rsid w:val="00645995"/>
    <w:rsid w:val="006477FA"/>
    <w:rsid w:val="00656652"/>
    <w:rsid w:val="0065737C"/>
    <w:rsid w:val="00660C19"/>
    <w:rsid w:val="006610F2"/>
    <w:rsid w:val="00661F27"/>
    <w:rsid w:val="00662320"/>
    <w:rsid w:val="00663499"/>
    <w:rsid w:val="0066657C"/>
    <w:rsid w:val="00673882"/>
    <w:rsid w:val="00674F7B"/>
    <w:rsid w:val="006823A1"/>
    <w:rsid w:val="00682E98"/>
    <w:rsid w:val="0068363F"/>
    <w:rsid w:val="00686F34"/>
    <w:rsid w:val="00687415"/>
    <w:rsid w:val="00690CD1"/>
    <w:rsid w:val="00694089"/>
    <w:rsid w:val="006945B1"/>
    <w:rsid w:val="00694F39"/>
    <w:rsid w:val="0069658D"/>
    <w:rsid w:val="00696FCA"/>
    <w:rsid w:val="00697761"/>
    <w:rsid w:val="006A1421"/>
    <w:rsid w:val="006A14FF"/>
    <w:rsid w:val="006A231F"/>
    <w:rsid w:val="006A237D"/>
    <w:rsid w:val="006A4404"/>
    <w:rsid w:val="006A5EEC"/>
    <w:rsid w:val="006A67CE"/>
    <w:rsid w:val="006A71A7"/>
    <w:rsid w:val="006A73CB"/>
    <w:rsid w:val="006B25AD"/>
    <w:rsid w:val="006B3EFA"/>
    <w:rsid w:val="006B53D1"/>
    <w:rsid w:val="006B62AE"/>
    <w:rsid w:val="006B777E"/>
    <w:rsid w:val="006C0CDE"/>
    <w:rsid w:val="006C464F"/>
    <w:rsid w:val="006C4F0D"/>
    <w:rsid w:val="006C4FB9"/>
    <w:rsid w:val="006C6DEE"/>
    <w:rsid w:val="006D35C7"/>
    <w:rsid w:val="006D381A"/>
    <w:rsid w:val="006D424C"/>
    <w:rsid w:val="006D7E40"/>
    <w:rsid w:val="006E0303"/>
    <w:rsid w:val="006E1D35"/>
    <w:rsid w:val="006E3195"/>
    <w:rsid w:val="006E3D8F"/>
    <w:rsid w:val="006E4B6E"/>
    <w:rsid w:val="006F2538"/>
    <w:rsid w:val="006F2EF2"/>
    <w:rsid w:val="006F303A"/>
    <w:rsid w:val="00703070"/>
    <w:rsid w:val="00703114"/>
    <w:rsid w:val="007034CF"/>
    <w:rsid w:val="00705964"/>
    <w:rsid w:val="007073AF"/>
    <w:rsid w:val="007118F6"/>
    <w:rsid w:val="00712194"/>
    <w:rsid w:val="00716903"/>
    <w:rsid w:val="00716CC4"/>
    <w:rsid w:val="00721DB2"/>
    <w:rsid w:val="007240DF"/>
    <w:rsid w:val="00726790"/>
    <w:rsid w:val="00726B1E"/>
    <w:rsid w:val="00726D63"/>
    <w:rsid w:val="007276FD"/>
    <w:rsid w:val="00730401"/>
    <w:rsid w:val="00730B4A"/>
    <w:rsid w:val="007317F4"/>
    <w:rsid w:val="00733593"/>
    <w:rsid w:val="0073418D"/>
    <w:rsid w:val="007345A1"/>
    <w:rsid w:val="007418C7"/>
    <w:rsid w:val="00741966"/>
    <w:rsid w:val="007419A3"/>
    <w:rsid w:val="00743348"/>
    <w:rsid w:val="00745D36"/>
    <w:rsid w:val="0074653C"/>
    <w:rsid w:val="00746724"/>
    <w:rsid w:val="00750A17"/>
    <w:rsid w:val="007511BA"/>
    <w:rsid w:val="007521C0"/>
    <w:rsid w:val="007541F3"/>
    <w:rsid w:val="007547F2"/>
    <w:rsid w:val="0075523D"/>
    <w:rsid w:val="00756EA3"/>
    <w:rsid w:val="00757A4E"/>
    <w:rsid w:val="00761C99"/>
    <w:rsid w:val="00764DA0"/>
    <w:rsid w:val="0076626B"/>
    <w:rsid w:val="0076773D"/>
    <w:rsid w:val="00767799"/>
    <w:rsid w:val="00767DD3"/>
    <w:rsid w:val="0077121B"/>
    <w:rsid w:val="00773176"/>
    <w:rsid w:val="007736B3"/>
    <w:rsid w:val="0077375E"/>
    <w:rsid w:val="00774DB2"/>
    <w:rsid w:val="0077545D"/>
    <w:rsid w:val="007754BE"/>
    <w:rsid w:val="00780DD3"/>
    <w:rsid w:val="0078198D"/>
    <w:rsid w:val="00783DFC"/>
    <w:rsid w:val="0078507D"/>
    <w:rsid w:val="00786150"/>
    <w:rsid w:val="00790148"/>
    <w:rsid w:val="00791D3B"/>
    <w:rsid w:val="007955CD"/>
    <w:rsid w:val="00795613"/>
    <w:rsid w:val="00796465"/>
    <w:rsid w:val="0079770E"/>
    <w:rsid w:val="007A00E0"/>
    <w:rsid w:val="007A0A37"/>
    <w:rsid w:val="007A4589"/>
    <w:rsid w:val="007B0C28"/>
    <w:rsid w:val="007B1CBC"/>
    <w:rsid w:val="007B1DB3"/>
    <w:rsid w:val="007B4B96"/>
    <w:rsid w:val="007B6348"/>
    <w:rsid w:val="007C17D3"/>
    <w:rsid w:val="007C6430"/>
    <w:rsid w:val="007C7823"/>
    <w:rsid w:val="007D341F"/>
    <w:rsid w:val="007D4AB5"/>
    <w:rsid w:val="007D4D4F"/>
    <w:rsid w:val="007D5633"/>
    <w:rsid w:val="007D66E7"/>
    <w:rsid w:val="007D69AC"/>
    <w:rsid w:val="007E058B"/>
    <w:rsid w:val="007E1319"/>
    <w:rsid w:val="007E17EE"/>
    <w:rsid w:val="007E2CA6"/>
    <w:rsid w:val="007E33C5"/>
    <w:rsid w:val="007E4300"/>
    <w:rsid w:val="007E7459"/>
    <w:rsid w:val="007F03D7"/>
    <w:rsid w:val="007F2274"/>
    <w:rsid w:val="007F409A"/>
    <w:rsid w:val="007F70A3"/>
    <w:rsid w:val="007F74C0"/>
    <w:rsid w:val="0080126C"/>
    <w:rsid w:val="008031F2"/>
    <w:rsid w:val="00803ADC"/>
    <w:rsid w:val="00803F7E"/>
    <w:rsid w:val="00807324"/>
    <w:rsid w:val="0080739F"/>
    <w:rsid w:val="008078E5"/>
    <w:rsid w:val="008107B1"/>
    <w:rsid w:val="008123D0"/>
    <w:rsid w:val="0082222D"/>
    <w:rsid w:val="00823326"/>
    <w:rsid w:val="008262EA"/>
    <w:rsid w:val="008269B8"/>
    <w:rsid w:val="00826DB9"/>
    <w:rsid w:val="0083042A"/>
    <w:rsid w:val="00831E53"/>
    <w:rsid w:val="00832824"/>
    <w:rsid w:val="00832A73"/>
    <w:rsid w:val="00832CF5"/>
    <w:rsid w:val="00832F77"/>
    <w:rsid w:val="00833F78"/>
    <w:rsid w:val="0083681B"/>
    <w:rsid w:val="0084089B"/>
    <w:rsid w:val="00853DD5"/>
    <w:rsid w:val="00856A61"/>
    <w:rsid w:val="00856EE5"/>
    <w:rsid w:val="00861450"/>
    <w:rsid w:val="008614B3"/>
    <w:rsid w:val="00861624"/>
    <w:rsid w:val="00862B84"/>
    <w:rsid w:val="008634AD"/>
    <w:rsid w:val="0086553A"/>
    <w:rsid w:val="00866F78"/>
    <w:rsid w:val="00867460"/>
    <w:rsid w:val="00874843"/>
    <w:rsid w:val="008755CB"/>
    <w:rsid w:val="008756CE"/>
    <w:rsid w:val="00877380"/>
    <w:rsid w:val="00880E38"/>
    <w:rsid w:val="008828A8"/>
    <w:rsid w:val="00885A5C"/>
    <w:rsid w:val="0089638B"/>
    <w:rsid w:val="00897529"/>
    <w:rsid w:val="008A3129"/>
    <w:rsid w:val="008A3A6F"/>
    <w:rsid w:val="008A454D"/>
    <w:rsid w:val="008A5E57"/>
    <w:rsid w:val="008A5F2D"/>
    <w:rsid w:val="008B2BD0"/>
    <w:rsid w:val="008B534B"/>
    <w:rsid w:val="008B544D"/>
    <w:rsid w:val="008B7C41"/>
    <w:rsid w:val="008C3B94"/>
    <w:rsid w:val="008C3E30"/>
    <w:rsid w:val="008D00B4"/>
    <w:rsid w:val="008D0BBA"/>
    <w:rsid w:val="008D3F83"/>
    <w:rsid w:val="008D6488"/>
    <w:rsid w:val="008D6662"/>
    <w:rsid w:val="008E5B58"/>
    <w:rsid w:val="008F0941"/>
    <w:rsid w:val="008F3FFF"/>
    <w:rsid w:val="008F469F"/>
    <w:rsid w:val="008F4E89"/>
    <w:rsid w:val="008F60D8"/>
    <w:rsid w:val="008F656B"/>
    <w:rsid w:val="008F716D"/>
    <w:rsid w:val="008F7208"/>
    <w:rsid w:val="00900770"/>
    <w:rsid w:val="00901DBF"/>
    <w:rsid w:val="00903C4C"/>
    <w:rsid w:val="00903EED"/>
    <w:rsid w:val="00905680"/>
    <w:rsid w:val="009066BD"/>
    <w:rsid w:val="00906F12"/>
    <w:rsid w:val="00911676"/>
    <w:rsid w:val="0091383B"/>
    <w:rsid w:val="00916E1A"/>
    <w:rsid w:val="00916EBC"/>
    <w:rsid w:val="009234F1"/>
    <w:rsid w:val="009258BE"/>
    <w:rsid w:val="0092674C"/>
    <w:rsid w:val="009307C4"/>
    <w:rsid w:val="00931526"/>
    <w:rsid w:val="009368E7"/>
    <w:rsid w:val="00936D28"/>
    <w:rsid w:val="00937518"/>
    <w:rsid w:val="00937B7D"/>
    <w:rsid w:val="009400FF"/>
    <w:rsid w:val="00940700"/>
    <w:rsid w:val="00941049"/>
    <w:rsid w:val="00942A39"/>
    <w:rsid w:val="009438A6"/>
    <w:rsid w:val="0094576D"/>
    <w:rsid w:val="00955AC5"/>
    <w:rsid w:val="00956C9C"/>
    <w:rsid w:val="00956D18"/>
    <w:rsid w:val="00957858"/>
    <w:rsid w:val="00960ECC"/>
    <w:rsid w:val="009619FA"/>
    <w:rsid w:val="00962CE8"/>
    <w:rsid w:val="00965148"/>
    <w:rsid w:val="00966C11"/>
    <w:rsid w:val="009678CE"/>
    <w:rsid w:val="0097215D"/>
    <w:rsid w:val="00972F2C"/>
    <w:rsid w:val="0097739B"/>
    <w:rsid w:val="00977EE6"/>
    <w:rsid w:val="0098055E"/>
    <w:rsid w:val="00980F99"/>
    <w:rsid w:val="009814B9"/>
    <w:rsid w:val="00982060"/>
    <w:rsid w:val="00982FC5"/>
    <w:rsid w:val="009832DA"/>
    <w:rsid w:val="00986F90"/>
    <w:rsid w:val="0099055F"/>
    <w:rsid w:val="00990CD6"/>
    <w:rsid w:val="00990D50"/>
    <w:rsid w:val="009956C7"/>
    <w:rsid w:val="00996A27"/>
    <w:rsid w:val="009A21A0"/>
    <w:rsid w:val="009A24CE"/>
    <w:rsid w:val="009A2CB5"/>
    <w:rsid w:val="009A46CF"/>
    <w:rsid w:val="009A4E81"/>
    <w:rsid w:val="009A590A"/>
    <w:rsid w:val="009A7F51"/>
    <w:rsid w:val="009B0326"/>
    <w:rsid w:val="009B0F8C"/>
    <w:rsid w:val="009B22BC"/>
    <w:rsid w:val="009B295E"/>
    <w:rsid w:val="009B3C24"/>
    <w:rsid w:val="009B4091"/>
    <w:rsid w:val="009B59AB"/>
    <w:rsid w:val="009B6758"/>
    <w:rsid w:val="009C0AC9"/>
    <w:rsid w:val="009C352B"/>
    <w:rsid w:val="009C3578"/>
    <w:rsid w:val="009C496B"/>
    <w:rsid w:val="009C65C7"/>
    <w:rsid w:val="009D0B52"/>
    <w:rsid w:val="009D0B7F"/>
    <w:rsid w:val="009D1B01"/>
    <w:rsid w:val="009D4306"/>
    <w:rsid w:val="009D62F8"/>
    <w:rsid w:val="009D63DE"/>
    <w:rsid w:val="009D760E"/>
    <w:rsid w:val="009E00B1"/>
    <w:rsid w:val="009E0B6F"/>
    <w:rsid w:val="009E1AC1"/>
    <w:rsid w:val="009E1D46"/>
    <w:rsid w:val="009E29E7"/>
    <w:rsid w:val="009E393C"/>
    <w:rsid w:val="009E41B0"/>
    <w:rsid w:val="009E5396"/>
    <w:rsid w:val="009E6894"/>
    <w:rsid w:val="009E7A04"/>
    <w:rsid w:val="009E7A0E"/>
    <w:rsid w:val="009F2687"/>
    <w:rsid w:val="009F38D7"/>
    <w:rsid w:val="009F54A5"/>
    <w:rsid w:val="009F6583"/>
    <w:rsid w:val="009F6878"/>
    <w:rsid w:val="009F779D"/>
    <w:rsid w:val="00A00786"/>
    <w:rsid w:val="00A01213"/>
    <w:rsid w:val="00A05FF4"/>
    <w:rsid w:val="00A06BEA"/>
    <w:rsid w:val="00A1152D"/>
    <w:rsid w:val="00A12883"/>
    <w:rsid w:val="00A13DB4"/>
    <w:rsid w:val="00A140CD"/>
    <w:rsid w:val="00A16CFA"/>
    <w:rsid w:val="00A2063C"/>
    <w:rsid w:val="00A20999"/>
    <w:rsid w:val="00A24726"/>
    <w:rsid w:val="00A27765"/>
    <w:rsid w:val="00A30F59"/>
    <w:rsid w:val="00A33337"/>
    <w:rsid w:val="00A334C4"/>
    <w:rsid w:val="00A33E71"/>
    <w:rsid w:val="00A35982"/>
    <w:rsid w:val="00A3743B"/>
    <w:rsid w:val="00A3764F"/>
    <w:rsid w:val="00A37FF7"/>
    <w:rsid w:val="00A41129"/>
    <w:rsid w:val="00A41795"/>
    <w:rsid w:val="00A41D1F"/>
    <w:rsid w:val="00A42579"/>
    <w:rsid w:val="00A445CE"/>
    <w:rsid w:val="00A464FE"/>
    <w:rsid w:val="00A469D7"/>
    <w:rsid w:val="00A50A61"/>
    <w:rsid w:val="00A50F8B"/>
    <w:rsid w:val="00A56953"/>
    <w:rsid w:val="00A57D97"/>
    <w:rsid w:val="00A62935"/>
    <w:rsid w:val="00A634C3"/>
    <w:rsid w:val="00A64A64"/>
    <w:rsid w:val="00A6504F"/>
    <w:rsid w:val="00A65807"/>
    <w:rsid w:val="00A67300"/>
    <w:rsid w:val="00A67468"/>
    <w:rsid w:val="00A70D12"/>
    <w:rsid w:val="00A72FFA"/>
    <w:rsid w:val="00A73FDF"/>
    <w:rsid w:val="00A74877"/>
    <w:rsid w:val="00A75D83"/>
    <w:rsid w:val="00A76C74"/>
    <w:rsid w:val="00A81490"/>
    <w:rsid w:val="00A838B2"/>
    <w:rsid w:val="00A84429"/>
    <w:rsid w:val="00A85594"/>
    <w:rsid w:val="00A86760"/>
    <w:rsid w:val="00A95959"/>
    <w:rsid w:val="00A96599"/>
    <w:rsid w:val="00A971F3"/>
    <w:rsid w:val="00AA0815"/>
    <w:rsid w:val="00AA23E0"/>
    <w:rsid w:val="00AA7DE1"/>
    <w:rsid w:val="00AA7EC2"/>
    <w:rsid w:val="00AB076D"/>
    <w:rsid w:val="00AB0995"/>
    <w:rsid w:val="00AB102C"/>
    <w:rsid w:val="00AB2045"/>
    <w:rsid w:val="00AB2537"/>
    <w:rsid w:val="00AB2B7E"/>
    <w:rsid w:val="00AB4B09"/>
    <w:rsid w:val="00AB57DD"/>
    <w:rsid w:val="00AC3A20"/>
    <w:rsid w:val="00AC7E65"/>
    <w:rsid w:val="00AD022F"/>
    <w:rsid w:val="00AD2004"/>
    <w:rsid w:val="00AD2799"/>
    <w:rsid w:val="00AD2D2A"/>
    <w:rsid w:val="00AD2E41"/>
    <w:rsid w:val="00AD4271"/>
    <w:rsid w:val="00AD6624"/>
    <w:rsid w:val="00AE1D10"/>
    <w:rsid w:val="00AE2318"/>
    <w:rsid w:val="00AE2A60"/>
    <w:rsid w:val="00AE2DFE"/>
    <w:rsid w:val="00AE3C5D"/>
    <w:rsid w:val="00AE5731"/>
    <w:rsid w:val="00AF1A07"/>
    <w:rsid w:val="00AF43A2"/>
    <w:rsid w:val="00AF5ED9"/>
    <w:rsid w:val="00AF7293"/>
    <w:rsid w:val="00B01FF3"/>
    <w:rsid w:val="00B04FCA"/>
    <w:rsid w:val="00B06523"/>
    <w:rsid w:val="00B06FC8"/>
    <w:rsid w:val="00B105E9"/>
    <w:rsid w:val="00B13802"/>
    <w:rsid w:val="00B15119"/>
    <w:rsid w:val="00B16EFD"/>
    <w:rsid w:val="00B20C1C"/>
    <w:rsid w:val="00B21A15"/>
    <w:rsid w:val="00B220E3"/>
    <w:rsid w:val="00B237DB"/>
    <w:rsid w:val="00B318B0"/>
    <w:rsid w:val="00B31C13"/>
    <w:rsid w:val="00B365E8"/>
    <w:rsid w:val="00B40DC2"/>
    <w:rsid w:val="00B41BE2"/>
    <w:rsid w:val="00B424E4"/>
    <w:rsid w:val="00B44BD6"/>
    <w:rsid w:val="00B457D2"/>
    <w:rsid w:val="00B470ED"/>
    <w:rsid w:val="00B5686A"/>
    <w:rsid w:val="00B579D0"/>
    <w:rsid w:val="00B57A17"/>
    <w:rsid w:val="00B60617"/>
    <w:rsid w:val="00B606C8"/>
    <w:rsid w:val="00B61EA2"/>
    <w:rsid w:val="00B63F99"/>
    <w:rsid w:val="00B64524"/>
    <w:rsid w:val="00B658DF"/>
    <w:rsid w:val="00B71BE5"/>
    <w:rsid w:val="00B7244E"/>
    <w:rsid w:val="00B76E31"/>
    <w:rsid w:val="00B80E7B"/>
    <w:rsid w:val="00B81E49"/>
    <w:rsid w:val="00B83ACF"/>
    <w:rsid w:val="00B8434F"/>
    <w:rsid w:val="00B84473"/>
    <w:rsid w:val="00B87746"/>
    <w:rsid w:val="00B87B06"/>
    <w:rsid w:val="00B90B23"/>
    <w:rsid w:val="00B90F46"/>
    <w:rsid w:val="00B962CA"/>
    <w:rsid w:val="00B97654"/>
    <w:rsid w:val="00BA1814"/>
    <w:rsid w:val="00BA452D"/>
    <w:rsid w:val="00BA609B"/>
    <w:rsid w:val="00BA742A"/>
    <w:rsid w:val="00BB0A4C"/>
    <w:rsid w:val="00BB0ACC"/>
    <w:rsid w:val="00BB2269"/>
    <w:rsid w:val="00BB2CEC"/>
    <w:rsid w:val="00BB3115"/>
    <w:rsid w:val="00BB375D"/>
    <w:rsid w:val="00BB3D54"/>
    <w:rsid w:val="00BB59DB"/>
    <w:rsid w:val="00BB78AF"/>
    <w:rsid w:val="00BB7CA0"/>
    <w:rsid w:val="00BB7D33"/>
    <w:rsid w:val="00BC28B7"/>
    <w:rsid w:val="00BC3A34"/>
    <w:rsid w:val="00BD072D"/>
    <w:rsid w:val="00BD7073"/>
    <w:rsid w:val="00BE08D4"/>
    <w:rsid w:val="00BE1E91"/>
    <w:rsid w:val="00BE6CD7"/>
    <w:rsid w:val="00BF64AC"/>
    <w:rsid w:val="00BF65C5"/>
    <w:rsid w:val="00C01372"/>
    <w:rsid w:val="00C050C9"/>
    <w:rsid w:val="00C05C98"/>
    <w:rsid w:val="00C06117"/>
    <w:rsid w:val="00C06409"/>
    <w:rsid w:val="00C064F8"/>
    <w:rsid w:val="00C12ACA"/>
    <w:rsid w:val="00C136E5"/>
    <w:rsid w:val="00C1754E"/>
    <w:rsid w:val="00C17931"/>
    <w:rsid w:val="00C17B40"/>
    <w:rsid w:val="00C202BE"/>
    <w:rsid w:val="00C20D8C"/>
    <w:rsid w:val="00C221D5"/>
    <w:rsid w:val="00C24EC4"/>
    <w:rsid w:val="00C256DA"/>
    <w:rsid w:val="00C26A3F"/>
    <w:rsid w:val="00C32560"/>
    <w:rsid w:val="00C33179"/>
    <w:rsid w:val="00C34722"/>
    <w:rsid w:val="00C35D47"/>
    <w:rsid w:val="00C36041"/>
    <w:rsid w:val="00C36B9F"/>
    <w:rsid w:val="00C40CB1"/>
    <w:rsid w:val="00C41065"/>
    <w:rsid w:val="00C41779"/>
    <w:rsid w:val="00C424EF"/>
    <w:rsid w:val="00C42F9B"/>
    <w:rsid w:val="00C4360F"/>
    <w:rsid w:val="00C45786"/>
    <w:rsid w:val="00C473CF"/>
    <w:rsid w:val="00C502F0"/>
    <w:rsid w:val="00C504E4"/>
    <w:rsid w:val="00C551AD"/>
    <w:rsid w:val="00C56D17"/>
    <w:rsid w:val="00C613F3"/>
    <w:rsid w:val="00C6175D"/>
    <w:rsid w:val="00C63A83"/>
    <w:rsid w:val="00C65A3D"/>
    <w:rsid w:val="00C7135E"/>
    <w:rsid w:val="00C71D70"/>
    <w:rsid w:val="00C721F7"/>
    <w:rsid w:val="00C735A3"/>
    <w:rsid w:val="00C7493E"/>
    <w:rsid w:val="00C76E35"/>
    <w:rsid w:val="00C76F72"/>
    <w:rsid w:val="00C81A44"/>
    <w:rsid w:val="00C82C29"/>
    <w:rsid w:val="00C82D84"/>
    <w:rsid w:val="00C84767"/>
    <w:rsid w:val="00C86751"/>
    <w:rsid w:val="00C97744"/>
    <w:rsid w:val="00CA12C9"/>
    <w:rsid w:val="00CA260A"/>
    <w:rsid w:val="00CA478D"/>
    <w:rsid w:val="00CA4B73"/>
    <w:rsid w:val="00CA4CA6"/>
    <w:rsid w:val="00CA6B86"/>
    <w:rsid w:val="00CB0334"/>
    <w:rsid w:val="00CB09E4"/>
    <w:rsid w:val="00CB0F91"/>
    <w:rsid w:val="00CB10D3"/>
    <w:rsid w:val="00CB16B3"/>
    <w:rsid w:val="00CB5DF7"/>
    <w:rsid w:val="00CB6AEB"/>
    <w:rsid w:val="00CC14B5"/>
    <w:rsid w:val="00CC20F8"/>
    <w:rsid w:val="00CC4801"/>
    <w:rsid w:val="00CC4A29"/>
    <w:rsid w:val="00CC4E15"/>
    <w:rsid w:val="00CC535A"/>
    <w:rsid w:val="00CC68AD"/>
    <w:rsid w:val="00CC72F6"/>
    <w:rsid w:val="00CD1AB6"/>
    <w:rsid w:val="00CD54F9"/>
    <w:rsid w:val="00CD637C"/>
    <w:rsid w:val="00CD6EC1"/>
    <w:rsid w:val="00CE1211"/>
    <w:rsid w:val="00CE1D06"/>
    <w:rsid w:val="00CE6557"/>
    <w:rsid w:val="00CE6C21"/>
    <w:rsid w:val="00CF28E0"/>
    <w:rsid w:val="00CF2CDD"/>
    <w:rsid w:val="00CF5199"/>
    <w:rsid w:val="00CF55A1"/>
    <w:rsid w:val="00CF6546"/>
    <w:rsid w:val="00CF74F7"/>
    <w:rsid w:val="00CF780F"/>
    <w:rsid w:val="00CF7C71"/>
    <w:rsid w:val="00D04D9D"/>
    <w:rsid w:val="00D0542E"/>
    <w:rsid w:val="00D10785"/>
    <w:rsid w:val="00D14348"/>
    <w:rsid w:val="00D16453"/>
    <w:rsid w:val="00D16B33"/>
    <w:rsid w:val="00D174D4"/>
    <w:rsid w:val="00D17636"/>
    <w:rsid w:val="00D21DA4"/>
    <w:rsid w:val="00D2357E"/>
    <w:rsid w:val="00D25409"/>
    <w:rsid w:val="00D26349"/>
    <w:rsid w:val="00D31211"/>
    <w:rsid w:val="00D32E8B"/>
    <w:rsid w:val="00D33F64"/>
    <w:rsid w:val="00D3420B"/>
    <w:rsid w:val="00D35406"/>
    <w:rsid w:val="00D368B0"/>
    <w:rsid w:val="00D40265"/>
    <w:rsid w:val="00D404E2"/>
    <w:rsid w:val="00D40FB9"/>
    <w:rsid w:val="00D415F0"/>
    <w:rsid w:val="00D41AC9"/>
    <w:rsid w:val="00D41BC0"/>
    <w:rsid w:val="00D42390"/>
    <w:rsid w:val="00D43852"/>
    <w:rsid w:val="00D4540E"/>
    <w:rsid w:val="00D45A67"/>
    <w:rsid w:val="00D46E4F"/>
    <w:rsid w:val="00D47756"/>
    <w:rsid w:val="00D5281D"/>
    <w:rsid w:val="00D5568E"/>
    <w:rsid w:val="00D557D0"/>
    <w:rsid w:val="00D56000"/>
    <w:rsid w:val="00D571DB"/>
    <w:rsid w:val="00D63F27"/>
    <w:rsid w:val="00D64B56"/>
    <w:rsid w:val="00D64B72"/>
    <w:rsid w:val="00D6511F"/>
    <w:rsid w:val="00D7459A"/>
    <w:rsid w:val="00D75202"/>
    <w:rsid w:val="00D75FB2"/>
    <w:rsid w:val="00D76005"/>
    <w:rsid w:val="00D77790"/>
    <w:rsid w:val="00D807DD"/>
    <w:rsid w:val="00D81751"/>
    <w:rsid w:val="00D81971"/>
    <w:rsid w:val="00D83422"/>
    <w:rsid w:val="00D85ACA"/>
    <w:rsid w:val="00D91347"/>
    <w:rsid w:val="00D93757"/>
    <w:rsid w:val="00D94045"/>
    <w:rsid w:val="00D9417F"/>
    <w:rsid w:val="00D96826"/>
    <w:rsid w:val="00DA07DD"/>
    <w:rsid w:val="00DA315B"/>
    <w:rsid w:val="00DA3E9C"/>
    <w:rsid w:val="00DA751C"/>
    <w:rsid w:val="00DB3188"/>
    <w:rsid w:val="00DB3E27"/>
    <w:rsid w:val="00DB66CC"/>
    <w:rsid w:val="00DC171A"/>
    <w:rsid w:val="00DC1A09"/>
    <w:rsid w:val="00DC1A62"/>
    <w:rsid w:val="00DC1D1C"/>
    <w:rsid w:val="00DC3FD8"/>
    <w:rsid w:val="00DD33B6"/>
    <w:rsid w:val="00DD3A7D"/>
    <w:rsid w:val="00DD65E3"/>
    <w:rsid w:val="00DD6825"/>
    <w:rsid w:val="00DE282A"/>
    <w:rsid w:val="00DE5231"/>
    <w:rsid w:val="00DE5B3F"/>
    <w:rsid w:val="00DE5B7A"/>
    <w:rsid w:val="00DE628D"/>
    <w:rsid w:val="00DE7887"/>
    <w:rsid w:val="00DF026A"/>
    <w:rsid w:val="00DF0468"/>
    <w:rsid w:val="00DF175A"/>
    <w:rsid w:val="00DF1A1A"/>
    <w:rsid w:val="00DF1E3F"/>
    <w:rsid w:val="00DF3600"/>
    <w:rsid w:val="00DF74A1"/>
    <w:rsid w:val="00E01EC2"/>
    <w:rsid w:val="00E0234E"/>
    <w:rsid w:val="00E061E1"/>
    <w:rsid w:val="00E068AF"/>
    <w:rsid w:val="00E10680"/>
    <w:rsid w:val="00E10746"/>
    <w:rsid w:val="00E1267A"/>
    <w:rsid w:val="00E12C3C"/>
    <w:rsid w:val="00E134C5"/>
    <w:rsid w:val="00E1494B"/>
    <w:rsid w:val="00E1531D"/>
    <w:rsid w:val="00E16CAC"/>
    <w:rsid w:val="00E20AD7"/>
    <w:rsid w:val="00E23B47"/>
    <w:rsid w:val="00E2473D"/>
    <w:rsid w:val="00E2610D"/>
    <w:rsid w:val="00E26DCE"/>
    <w:rsid w:val="00E33323"/>
    <w:rsid w:val="00E33888"/>
    <w:rsid w:val="00E37D0D"/>
    <w:rsid w:val="00E37F96"/>
    <w:rsid w:val="00E41D99"/>
    <w:rsid w:val="00E42F28"/>
    <w:rsid w:val="00E45B76"/>
    <w:rsid w:val="00E45C8D"/>
    <w:rsid w:val="00E50D1A"/>
    <w:rsid w:val="00E5204F"/>
    <w:rsid w:val="00E52A7B"/>
    <w:rsid w:val="00E53324"/>
    <w:rsid w:val="00E53C93"/>
    <w:rsid w:val="00E57388"/>
    <w:rsid w:val="00E609E8"/>
    <w:rsid w:val="00E61053"/>
    <w:rsid w:val="00E62E53"/>
    <w:rsid w:val="00E66017"/>
    <w:rsid w:val="00E7013D"/>
    <w:rsid w:val="00E720A0"/>
    <w:rsid w:val="00E73FA3"/>
    <w:rsid w:val="00E75131"/>
    <w:rsid w:val="00E7654A"/>
    <w:rsid w:val="00E77197"/>
    <w:rsid w:val="00E82CB8"/>
    <w:rsid w:val="00E8311F"/>
    <w:rsid w:val="00E8655F"/>
    <w:rsid w:val="00E910F5"/>
    <w:rsid w:val="00E9190A"/>
    <w:rsid w:val="00E92ADD"/>
    <w:rsid w:val="00E93F62"/>
    <w:rsid w:val="00E942CF"/>
    <w:rsid w:val="00E96025"/>
    <w:rsid w:val="00E961F7"/>
    <w:rsid w:val="00E9623E"/>
    <w:rsid w:val="00E96563"/>
    <w:rsid w:val="00E97A33"/>
    <w:rsid w:val="00EA0020"/>
    <w:rsid w:val="00EA0CC2"/>
    <w:rsid w:val="00EA2366"/>
    <w:rsid w:val="00EA2ECC"/>
    <w:rsid w:val="00EA3C59"/>
    <w:rsid w:val="00EA5E14"/>
    <w:rsid w:val="00EA5FAD"/>
    <w:rsid w:val="00EA6881"/>
    <w:rsid w:val="00EA72CA"/>
    <w:rsid w:val="00EB1575"/>
    <w:rsid w:val="00EB15C8"/>
    <w:rsid w:val="00EB1C50"/>
    <w:rsid w:val="00EB1CAC"/>
    <w:rsid w:val="00EB20C6"/>
    <w:rsid w:val="00EB24E7"/>
    <w:rsid w:val="00EB39D0"/>
    <w:rsid w:val="00EB492E"/>
    <w:rsid w:val="00EB4D39"/>
    <w:rsid w:val="00EC284C"/>
    <w:rsid w:val="00EC2B2B"/>
    <w:rsid w:val="00EC2C51"/>
    <w:rsid w:val="00EC6400"/>
    <w:rsid w:val="00ED2320"/>
    <w:rsid w:val="00ED5312"/>
    <w:rsid w:val="00ED77AD"/>
    <w:rsid w:val="00EE1058"/>
    <w:rsid w:val="00EE1DB4"/>
    <w:rsid w:val="00EE4D5A"/>
    <w:rsid w:val="00EF0182"/>
    <w:rsid w:val="00EF0FA0"/>
    <w:rsid w:val="00EF2C5C"/>
    <w:rsid w:val="00EF3EA4"/>
    <w:rsid w:val="00EF3F16"/>
    <w:rsid w:val="00EF419F"/>
    <w:rsid w:val="00EF6A44"/>
    <w:rsid w:val="00EF6ECD"/>
    <w:rsid w:val="00EF6FA0"/>
    <w:rsid w:val="00EF755E"/>
    <w:rsid w:val="00EF76DF"/>
    <w:rsid w:val="00EF77DA"/>
    <w:rsid w:val="00EF7F13"/>
    <w:rsid w:val="00F0153F"/>
    <w:rsid w:val="00F02D67"/>
    <w:rsid w:val="00F0793B"/>
    <w:rsid w:val="00F079B1"/>
    <w:rsid w:val="00F07F0B"/>
    <w:rsid w:val="00F127C8"/>
    <w:rsid w:val="00F13125"/>
    <w:rsid w:val="00F15312"/>
    <w:rsid w:val="00F21488"/>
    <w:rsid w:val="00F22BD0"/>
    <w:rsid w:val="00F23152"/>
    <w:rsid w:val="00F247CE"/>
    <w:rsid w:val="00F24DE8"/>
    <w:rsid w:val="00F25270"/>
    <w:rsid w:val="00F30054"/>
    <w:rsid w:val="00F33E93"/>
    <w:rsid w:val="00F3475E"/>
    <w:rsid w:val="00F40C8D"/>
    <w:rsid w:val="00F411C7"/>
    <w:rsid w:val="00F412FD"/>
    <w:rsid w:val="00F46224"/>
    <w:rsid w:val="00F46A8E"/>
    <w:rsid w:val="00F46B6E"/>
    <w:rsid w:val="00F47455"/>
    <w:rsid w:val="00F52370"/>
    <w:rsid w:val="00F541C9"/>
    <w:rsid w:val="00F5426C"/>
    <w:rsid w:val="00F55DE8"/>
    <w:rsid w:val="00F565EE"/>
    <w:rsid w:val="00F56B08"/>
    <w:rsid w:val="00F618DD"/>
    <w:rsid w:val="00F62046"/>
    <w:rsid w:val="00F6521F"/>
    <w:rsid w:val="00F6729B"/>
    <w:rsid w:val="00F71A81"/>
    <w:rsid w:val="00F7282A"/>
    <w:rsid w:val="00F72CCF"/>
    <w:rsid w:val="00F74A06"/>
    <w:rsid w:val="00F77411"/>
    <w:rsid w:val="00F80082"/>
    <w:rsid w:val="00F81693"/>
    <w:rsid w:val="00F83C15"/>
    <w:rsid w:val="00F83C8E"/>
    <w:rsid w:val="00F8534A"/>
    <w:rsid w:val="00F85F1A"/>
    <w:rsid w:val="00F86B3E"/>
    <w:rsid w:val="00F90804"/>
    <w:rsid w:val="00F91DD9"/>
    <w:rsid w:val="00F92E7E"/>
    <w:rsid w:val="00F93DA0"/>
    <w:rsid w:val="00FA1CA3"/>
    <w:rsid w:val="00FA1EA4"/>
    <w:rsid w:val="00FA2053"/>
    <w:rsid w:val="00FA2CF5"/>
    <w:rsid w:val="00FA6F63"/>
    <w:rsid w:val="00FA79E3"/>
    <w:rsid w:val="00FB2958"/>
    <w:rsid w:val="00FB3E1F"/>
    <w:rsid w:val="00FB645D"/>
    <w:rsid w:val="00FB6B2A"/>
    <w:rsid w:val="00FC080C"/>
    <w:rsid w:val="00FC5C82"/>
    <w:rsid w:val="00FD0A5C"/>
    <w:rsid w:val="00FD1A4C"/>
    <w:rsid w:val="00FD26CC"/>
    <w:rsid w:val="00FD34B3"/>
    <w:rsid w:val="00FD3C4F"/>
    <w:rsid w:val="00FD3EAF"/>
    <w:rsid w:val="00FD54B6"/>
    <w:rsid w:val="00FD750E"/>
    <w:rsid w:val="00FE0906"/>
    <w:rsid w:val="00FE2563"/>
    <w:rsid w:val="00FE5D3C"/>
    <w:rsid w:val="00FE6B08"/>
    <w:rsid w:val="00FF0850"/>
    <w:rsid w:val="00FF2D34"/>
    <w:rsid w:val="00FF2D55"/>
    <w:rsid w:val="00FF512E"/>
    <w:rsid w:val="00FF73B9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67341FA1-AC46-46DB-B5E3-F09D3AA8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72CCF"/>
    <w:pPr>
      <w:jc w:val="both"/>
    </w:pPr>
    <w:rPr>
      <w:rFonts w:ascii="Arial" w:hAnsi="Arial"/>
    </w:rPr>
  </w:style>
  <w:style w:type="paragraph" w:styleId="Nadpis1">
    <w:name w:val="heading 1"/>
    <w:basedOn w:val="Vnitonadresa"/>
    <w:next w:val="Zkladntext"/>
    <w:qFormat/>
    <w:rsid w:val="00582785"/>
    <w:pPr>
      <w:keepNext/>
      <w:numPr>
        <w:numId w:val="1"/>
      </w:numPr>
      <w:tabs>
        <w:tab w:val="clear" w:pos="720"/>
        <w:tab w:val="num" w:pos="567"/>
      </w:tabs>
      <w:suppressAutoHyphens/>
      <w:spacing w:line="240" w:lineRule="auto"/>
      <w:ind w:left="0" w:hanging="11"/>
      <w:outlineLvl w:val="0"/>
    </w:pPr>
    <w:rPr>
      <w:rFonts w:cs="Arial"/>
      <w:b/>
      <w:spacing w:val="10"/>
      <w:kern w:val="20"/>
      <w:sz w:val="32"/>
      <w:szCs w:val="32"/>
    </w:rPr>
  </w:style>
  <w:style w:type="paragraph" w:styleId="Nadpis2">
    <w:name w:val="heading 2"/>
    <w:basedOn w:val="Odsekzoznamu"/>
    <w:next w:val="Zkladntext"/>
    <w:link w:val="Nadpis2Char"/>
    <w:qFormat/>
    <w:rsid w:val="00D81751"/>
    <w:pPr>
      <w:keepNext/>
      <w:numPr>
        <w:ilvl w:val="1"/>
        <w:numId w:val="1"/>
      </w:numPr>
      <w:tabs>
        <w:tab w:val="clear" w:pos="720"/>
        <w:tab w:val="num" w:pos="567"/>
      </w:tabs>
      <w:suppressAutoHyphens/>
      <w:ind w:left="0" w:hanging="11"/>
      <w:outlineLvl w:val="1"/>
    </w:pPr>
    <w:rPr>
      <w:rFonts w:cs="Arial"/>
      <w:b/>
      <w:sz w:val="22"/>
      <w:szCs w:val="22"/>
    </w:rPr>
  </w:style>
  <w:style w:type="paragraph" w:styleId="Nadpis3">
    <w:name w:val="heading 3"/>
    <w:basedOn w:val="Nadpiszkladn"/>
    <w:next w:val="Zkladntext"/>
    <w:qFormat/>
    <w:rsid w:val="00447251"/>
    <w:pPr>
      <w:spacing w:after="220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y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r">
    <w:name w:val="annotation reference"/>
    <w:basedOn w:val="Predvolenpsmoodseku"/>
    <w:semiHidden/>
    <w:rsid w:val="00447251"/>
    <w:rPr>
      <w:sz w:val="16"/>
    </w:rPr>
  </w:style>
  <w:style w:type="paragraph" w:styleId="Textkomentra">
    <w:name w:val="annotation text"/>
    <w:basedOn w:val="Zkladpoznmkypodearou"/>
    <w:link w:val="Textkomentra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cia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cia"/>
    <w:next w:val="Citcia"/>
    <w:rsid w:val="00447251"/>
    <w:pPr>
      <w:spacing w:before="120"/>
    </w:pPr>
  </w:style>
  <w:style w:type="paragraph" w:customStyle="1" w:styleId="Poslednblokcitace">
    <w:name w:val="Poslední blok citace"/>
    <w:basedOn w:val="Citcia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Popis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y"/>
    <w:next w:val="Popis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e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y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etlivku">
    <w:name w:val="endnote reference"/>
    <w:basedOn w:val="Predvolenpsmoodseku"/>
    <w:semiHidden/>
    <w:rsid w:val="00447251"/>
    <w:rPr>
      <w:rFonts w:ascii="Arial" w:hAnsi="Arial"/>
      <w:sz w:val="20"/>
      <w:vertAlign w:val="superscript"/>
    </w:rPr>
  </w:style>
  <w:style w:type="paragraph" w:styleId="Textvysvetlivky">
    <w:name w:val="endnote text"/>
    <w:basedOn w:val="Zkladpoznmkypodearou"/>
    <w:semiHidden/>
    <w:rsid w:val="00447251"/>
  </w:style>
  <w:style w:type="paragraph" w:styleId="Adresanaoblke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Spiatonadresanaoblke">
    <w:name w:val="envelope return"/>
    <w:basedOn w:val="Zkladntext"/>
    <w:rsid w:val="00447251"/>
    <w:pPr>
      <w:spacing w:after="0"/>
    </w:pPr>
    <w:rPr>
      <w:sz w:val="18"/>
    </w:rPr>
  </w:style>
  <w:style w:type="paragraph" w:styleId="Pta">
    <w:name w:val="footer"/>
    <w:basedOn w:val="Zhlavzkladn"/>
    <w:link w:val="Pta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Pta"/>
    <w:rsid w:val="00447251"/>
  </w:style>
  <w:style w:type="paragraph" w:customStyle="1" w:styleId="Pataprvnstrnky">
    <w:name w:val="Pata první stránky"/>
    <w:basedOn w:val="Pta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Pta"/>
    <w:rsid w:val="00447251"/>
    <w:pPr>
      <w:tabs>
        <w:tab w:val="right" w:pos="0"/>
      </w:tabs>
      <w:jc w:val="right"/>
    </w:pPr>
  </w:style>
  <w:style w:type="character" w:styleId="Odkaznapoznmkupodiarou">
    <w:name w:val="footnote reference"/>
    <w:basedOn w:val="Predvolenpsmoodseku"/>
    <w:semiHidden/>
    <w:rsid w:val="00447251"/>
    <w:rPr>
      <w:sz w:val="20"/>
      <w:vertAlign w:val="superscript"/>
    </w:rPr>
  </w:style>
  <w:style w:type="paragraph" w:styleId="Textpoznmkypodiarou">
    <w:name w:val="footnote text"/>
    <w:basedOn w:val="Zkladpoznmkypodearou"/>
    <w:semiHidden/>
    <w:rsid w:val="00447251"/>
    <w:pPr>
      <w:spacing w:after="0"/>
    </w:pPr>
  </w:style>
  <w:style w:type="paragraph" w:styleId="Hlavika">
    <w:name w:val="header"/>
    <w:basedOn w:val="Zhlavzkladn"/>
    <w:link w:val="HlavikaChar"/>
    <w:rsid w:val="00447251"/>
    <w:pPr>
      <w:spacing w:after="600"/>
    </w:pPr>
  </w:style>
  <w:style w:type="paragraph" w:customStyle="1" w:styleId="Zkladzhlav">
    <w:name w:val="Základ záhlaví"/>
    <w:basedOn w:val="Normlny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Hlavika"/>
    <w:rsid w:val="00447251"/>
  </w:style>
  <w:style w:type="paragraph" w:customStyle="1" w:styleId="Zhlavprvnstrnky">
    <w:name w:val="Záhlaví první stránky"/>
    <w:basedOn w:val="Hlavika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Hlavika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y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riadka">
    <w:name w:val="line number"/>
    <w:basedOn w:val="Predvolenpsmoodseku"/>
    <w:rsid w:val="00447251"/>
    <w:rPr>
      <w:rFonts w:ascii="Arial" w:hAnsi="Arial"/>
      <w:sz w:val="18"/>
    </w:rPr>
  </w:style>
  <w:style w:type="paragraph" w:styleId="Zoznam">
    <w:name w:val="List"/>
    <w:basedOn w:val="Zkladntext"/>
    <w:rsid w:val="00447251"/>
    <w:pPr>
      <w:ind w:left="720" w:hanging="360"/>
    </w:pPr>
  </w:style>
  <w:style w:type="paragraph" w:styleId="Zoznam2">
    <w:name w:val="List 2"/>
    <w:basedOn w:val="Zoznam"/>
    <w:rsid w:val="00447251"/>
    <w:pPr>
      <w:ind w:left="1080"/>
    </w:pPr>
  </w:style>
  <w:style w:type="paragraph" w:styleId="Zoznam3">
    <w:name w:val="List 3"/>
    <w:basedOn w:val="Zoznam"/>
    <w:rsid w:val="00447251"/>
    <w:pPr>
      <w:ind w:left="1440"/>
    </w:pPr>
  </w:style>
  <w:style w:type="paragraph" w:styleId="Zoznam4">
    <w:name w:val="List 4"/>
    <w:basedOn w:val="Zoznam"/>
    <w:rsid w:val="00447251"/>
    <w:pPr>
      <w:ind w:left="1800"/>
    </w:pPr>
  </w:style>
  <w:style w:type="paragraph" w:styleId="Zoznam5">
    <w:name w:val="List 5"/>
    <w:basedOn w:val="Zoznam"/>
    <w:rsid w:val="00447251"/>
    <w:pPr>
      <w:ind w:left="2160"/>
    </w:pPr>
  </w:style>
  <w:style w:type="paragraph" w:styleId="Zoznamsodrkami">
    <w:name w:val="List Bullet"/>
    <w:basedOn w:val="Zoznam"/>
    <w:rsid w:val="00447251"/>
    <w:pPr>
      <w:ind w:right="720"/>
    </w:pPr>
  </w:style>
  <w:style w:type="paragraph" w:styleId="Zoznamsodrkami2">
    <w:name w:val="List Bullet 2"/>
    <w:basedOn w:val="Zoznamsodrkami"/>
    <w:rsid w:val="00447251"/>
    <w:pPr>
      <w:ind w:left="1080"/>
    </w:pPr>
  </w:style>
  <w:style w:type="paragraph" w:styleId="Zoznamsodrkami3">
    <w:name w:val="List Bullet 3"/>
    <w:basedOn w:val="Zoznamsodrkami"/>
    <w:rsid w:val="00447251"/>
    <w:pPr>
      <w:ind w:left="1440"/>
    </w:pPr>
  </w:style>
  <w:style w:type="paragraph" w:styleId="Zoznamsodrkami4">
    <w:name w:val="List Bullet 4"/>
    <w:basedOn w:val="Zoznamsodrkami"/>
    <w:rsid w:val="00447251"/>
    <w:pPr>
      <w:ind w:left="1800"/>
    </w:pPr>
  </w:style>
  <w:style w:type="paragraph" w:styleId="Zoznamsodrkami5">
    <w:name w:val="List Bullet 5"/>
    <w:basedOn w:val="Zoznamsodrkami"/>
    <w:rsid w:val="00447251"/>
    <w:pPr>
      <w:ind w:left="2160"/>
    </w:pPr>
  </w:style>
  <w:style w:type="paragraph" w:customStyle="1" w:styleId="Prvnodrkaseznamu">
    <w:name w:val="První odrážka seznamu"/>
    <w:basedOn w:val="Zoznamsodrkami"/>
    <w:next w:val="Zoznamsodrkami"/>
    <w:rsid w:val="00447251"/>
    <w:pPr>
      <w:spacing w:before="80"/>
    </w:pPr>
  </w:style>
  <w:style w:type="paragraph" w:customStyle="1" w:styleId="Poslednodrkaseznamu">
    <w:name w:val="Poslední odrážka seznamu"/>
    <w:basedOn w:val="Zoznamsodrkami"/>
    <w:next w:val="Zkladntext"/>
    <w:rsid w:val="00447251"/>
    <w:pPr>
      <w:spacing w:after="240"/>
    </w:pPr>
  </w:style>
  <w:style w:type="paragraph" w:styleId="Pokraovaniezoznamu">
    <w:name w:val="List Continue"/>
    <w:basedOn w:val="Zoznam"/>
    <w:rsid w:val="00447251"/>
    <w:pPr>
      <w:ind w:right="720" w:firstLine="0"/>
    </w:pPr>
  </w:style>
  <w:style w:type="paragraph" w:styleId="Pokraovaniezoznamu2">
    <w:name w:val="List Continue 2"/>
    <w:basedOn w:val="Pokraovaniezoznamu"/>
    <w:rsid w:val="00447251"/>
    <w:pPr>
      <w:ind w:left="1080"/>
    </w:pPr>
  </w:style>
  <w:style w:type="paragraph" w:styleId="Pokraovaniezoznamu3">
    <w:name w:val="List Continue 3"/>
    <w:basedOn w:val="Pokraovaniezoznamu"/>
    <w:rsid w:val="00447251"/>
    <w:pPr>
      <w:ind w:left="1440"/>
    </w:pPr>
  </w:style>
  <w:style w:type="paragraph" w:styleId="Pokraovaniezoznamu4">
    <w:name w:val="List Continue 4"/>
    <w:basedOn w:val="Pokraovaniezoznamu"/>
    <w:rsid w:val="00447251"/>
    <w:pPr>
      <w:ind w:left="1800"/>
    </w:pPr>
  </w:style>
  <w:style w:type="paragraph" w:styleId="Pokraovaniezoznamu5">
    <w:name w:val="List Continue 5"/>
    <w:basedOn w:val="Pokraovaniezoznamu"/>
    <w:rsid w:val="00447251"/>
    <w:pPr>
      <w:ind w:left="2160"/>
    </w:pPr>
  </w:style>
  <w:style w:type="paragraph" w:customStyle="1" w:styleId="Prvnseznam">
    <w:name w:val="První seznam"/>
    <w:basedOn w:val="Zoznam"/>
    <w:next w:val="Zoznam"/>
    <w:rsid w:val="00447251"/>
    <w:pPr>
      <w:spacing w:before="80"/>
    </w:pPr>
  </w:style>
  <w:style w:type="paragraph" w:customStyle="1" w:styleId="Poslednseznam">
    <w:name w:val="Poslední seznam"/>
    <w:basedOn w:val="Zoznam"/>
    <w:next w:val="Zkladntext"/>
    <w:rsid w:val="00447251"/>
    <w:pPr>
      <w:spacing w:after="240"/>
    </w:pPr>
  </w:style>
  <w:style w:type="paragraph" w:styleId="slovanzoznam">
    <w:name w:val="List Number"/>
    <w:basedOn w:val="Zoznam"/>
    <w:rsid w:val="00447251"/>
    <w:pPr>
      <w:ind w:right="720"/>
    </w:pPr>
  </w:style>
  <w:style w:type="paragraph" w:styleId="slovanzoznam2">
    <w:name w:val="List Number 2"/>
    <w:basedOn w:val="slovanzoznam"/>
    <w:rsid w:val="00447251"/>
    <w:pPr>
      <w:ind w:left="1080"/>
    </w:pPr>
  </w:style>
  <w:style w:type="paragraph" w:styleId="slovanzoznam3">
    <w:name w:val="List Number 3"/>
    <w:basedOn w:val="slovanzoznam"/>
    <w:rsid w:val="00447251"/>
    <w:pPr>
      <w:ind w:left="1440"/>
    </w:pPr>
  </w:style>
  <w:style w:type="paragraph" w:styleId="slovanzoznam4">
    <w:name w:val="List Number 4"/>
    <w:basedOn w:val="slovanzoznam"/>
    <w:rsid w:val="00447251"/>
    <w:pPr>
      <w:ind w:left="1800"/>
    </w:pPr>
  </w:style>
  <w:style w:type="paragraph" w:styleId="slovanzoznam5">
    <w:name w:val="List Number 5"/>
    <w:basedOn w:val="slovanzoznam"/>
    <w:rsid w:val="00447251"/>
    <w:pPr>
      <w:ind w:left="2160"/>
    </w:pPr>
  </w:style>
  <w:style w:type="paragraph" w:customStyle="1" w:styleId="Prvnesloseznamu">
    <w:name w:val="První eíslo seznamu"/>
    <w:basedOn w:val="slovanzoznam"/>
    <w:next w:val="slovanzoznam"/>
    <w:rsid w:val="00447251"/>
    <w:pPr>
      <w:spacing w:before="80"/>
    </w:pPr>
  </w:style>
  <w:style w:type="paragraph" w:customStyle="1" w:styleId="Poslednesloseznamu">
    <w:name w:val="Poslední eíslo seznamu"/>
    <w:basedOn w:val="slovanzo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Hlavikasprvy">
    <w:name w:val="Message Header"/>
    <w:basedOn w:val="Normlny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any">
    <w:name w:val="page number"/>
    <w:basedOn w:val="Predvolenpsmoodseku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y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y"/>
    <w:next w:val="Normlny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y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y"/>
    <w:rsid w:val="00447251"/>
    <w:pPr>
      <w:keepLines/>
      <w:ind w:left="360" w:right="4320" w:hanging="360"/>
    </w:pPr>
  </w:style>
  <w:style w:type="paragraph" w:styleId="Podtitul">
    <w:name w:val="Subtitle"/>
    <w:basedOn w:val="Normlny"/>
    <w:qFormat/>
    <w:rsid w:val="00447251"/>
    <w:pPr>
      <w:spacing w:after="60"/>
      <w:jc w:val="center"/>
    </w:pPr>
    <w:rPr>
      <w:sz w:val="24"/>
    </w:rPr>
  </w:style>
  <w:style w:type="paragraph" w:styleId="Nzov">
    <w:name w:val="Title"/>
    <w:basedOn w:val="Normlny"/>
    <w:link w:val="Nzo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y"/>
    <w:next w:val="Normlny"/>
    <w:semiHidden/>
    <w:rsid w:val="00447251"/>
    <w:pPr>
      <w:tabs>
        <w:tab w:val="right" w:leader="dot" w:pos="8306"/>
      </w:tabs>
      <w:ind w:left="1600"/>
    </w:pPr>
  </w:style>
  <w:style w:type="paragraph" w:styleId="Hlavikazoznamucitci">
    <w:name w:val="toa heading"/>
    <w:basedOn w:val="Normlny"/>
    <w:next w:val="Normlny"/>
    <w:semiHidden/>
    <w:rsid w:val="00447251"/>
    <w:pPr>
      <w:spacing w:before="120"/>
    </w:pPr>
    <w:rPr>
      <w:b/>
      <w:sz w:val="24"/>
    </w:rPr>
  </w:style>
  <w:style w:type="paragraph" w:styleId="Normlnysozarkami">
    <w:name w:val="Normal Indent"/>
    <w:basedOn w:val="Normlny"/>
    <w:rsid w:val="00447251"/>
    <w:pPr>
      <w:ind w:left="360"/>
    </w:pPr>
  </w:style>
  <w:style w:type="paragraph" w:styleId="Register1">
    <w:name w:val="index 1"/>
    <w:basedOn w:val="Normlny"/>
    <w:next w:val="Normlny"/>
    <w:semiHidden/>
    <w:rsid w:val="00447251"/>
    <w:pPr>
      <w:tabs>
        <w:tab w:val="right" w:leader="dot" w:pos="8306"/>
      </w:tabs>
      <w:ind w:left="200" w:hanging="200"/>
    </w:pPr>
  </w:style>
  <w:style w:type="paragraph" w:styleId="Nadpisregistra">
    <w:name w:val="index heading"/>
    <w:basedOn w:val="Normlny"/>
    <w:next w:val="Register1"/>
    <w:semiHidden/>
    <w:rsid w:val="00447251"/>
    <w:rPr>
      <w:b/>
    </w:rPr>
  </w:style>
  <w:style w:type="character" w:styleId="Hypertextovprepojenie">
    <w:name w:val="Hyperlink"/>
    <w:basedOn w:val="Predvolenpsmoodseku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y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y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y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y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y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PouitHypertextovPrepojenie">
    <w:name w:val="FollowedHyperlink"/>
    <w:basedOn w:val="Predvolenpsmoodseku"/>
    <w:rsid w:val="00730B4A"/>
    <w:rPr>
      <w:color w:val="800080"/>
      <w:u w:val="single"/>
    </w:rPr>
  </w:style>
  <w:style w:type="character" w:styleId="Vrazn">
    <w:name w:val="Strong"/>
    <w:basedOn w:val="Predvolenpsmoodseku"/>
    <w:uiPriority w:val="22"/>
    <w:qFormat/>
    <w:rsid w:val="00C34722"/>
    <w:rPr>
      <w:b/>
      <w:bCs/>
    </w:rPr>
  </w:style>
  <w:style w:type="paragraph" w:styleId="truktradokumentu">
    <w:name w:val="Document Map"/>
    <w:basedOn w:val="Normlny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y"/>
    <w:next w:val="Normlny"/>
    <w:autoRedefine/>
    <w:uiPriority w:val="39"/>
    <w:rsid w:val="008F0941"/>
    <w:pPr>
      <w:tabs>
        <w:tab w:val="left" w:pos="720"/>
        <w:tab w:val="right" w:leader="dot" w:pos="10348"/>
      </w:tabs>
      <w:spacing w:line="360" w:lineRule="auto"/>
      <w:ind w:left="284"/>
    </w:pPr>
    <w:rPr>
      <w:rFonts w:cs="Arial"/>
      <w:b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rsid w:val="00EF7F13"/>
    <w:pPr>
      <w:tabs>
        <w:tab w:val="left" w:pos="720"/>
        <w:tab w:val="right" w:leader="dot" w:pos="10348"/>
      </w:tabs>
      <w:spacing w:line="360" w:lineRule="auto"/>
      <w:ind w:left="284"/>
    </w:pPr>
  </w:style>
  <w:style w:type="paragraph" w:styleId="Obsah3">
    <w:name w:val="toc 3"/>
    <w:basedOn w:val="Normlny"/>
    <w:next w:val="Normlny"/>
    <w:autoRedefine/>
    <w:uiPriority w:val="39"/>
    <w:rsid w:val="003B2AF8"/>
    <w:pPr>
      <w:tabs>
        <w:tab w:val="left" w:pos="960"/>
        <w:tab w:val="right" w:leader="dot" w:pos="10348"/>
      </w:tabs>
      <w:spacing w:line="360" w:lineRule="auto"/>
      <w:ind w:left="400"/>
    </w:pPr>
  </w:style>
  <w:style w:type="paragraph" w:styleId="Textbubliny">
    <w:name w:val="Balloon Text"/>
    <w:basedOn w:val="Normlny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FB3E1F"/>
    <w:rPr>
      <w:rFonts w:ascii="Arial" w:hAnsi="Arial"/>
      <w:spacing w:val="-5"/>
      <w:sz w:val="18"/>
    </w:rPr>
  </w:style>
  <w:style w:type="paragraph" w:styleId="Odsekzoznamu">
    <w:name w:val="List Paragraph"/>
    <w:basedOn w:val="Normlny"/>
    <w:uiPriority w:val="34"/>
    <w:qFormat/>
    <w:rsid w:val="00171025"/>
    <w:pPr>
      <w:ind w:left="708"/>
    </w:pPr>
  </w:style>
  <w:style w:type="paragraph" w:styleId="Normlnywebov">
    <w:name w:val="Normal (Web)"/>
    <w:basedOn w:val="Normlny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rsid w:val="0035586C"/>
    <w:rPr>
      <w:b/>
      <w:kern w:val="28"/>
      <w:sz w:val="32"/>
    </w:rPr>
  </w:style>
  <w:style w:type="paragraph" w:customStyle="1" w:styleId="podtrzeni">
    <w:name w:val="podtrzeni"/>
    <w:basedOn w:val="Normlny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pPr>
      <w:jc w:val="left"/>
    </w:pPr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ka">
    <w:name w:val="Table Elegant"/>
    <w:basedOn w:val="Normlnatabu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ý text Char"/>
    <w:basedOn w:val="Predvolenpsmoodseku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raChar">
    <w:name w:val="Text komentára Char"/>
    <w:basedOn w:val="ZkladpoznmkypodearouChar"/>
    <w:link w:val="Textkomentra"/>
    <w:semiHidden/>
    <w:rsid w:val="00EF76DF"/>
    <w:rPr>
      <w:sz w:val="16"/>
    </w:rPr>
  </w:style>
  <w:style w:type="character" w:customStyle="1" w:styleId="PredmetkomentraChar">
    <w:name w:val="Predmet komentára Char"/>
    <w:basedOn w:val="TextkomentraChar"/>
    <w:link w:val="Predmetkomentra"/>
    <w:rsid w:val="00EF76DF"/>
    <w:rPr>
      <w:b/>
      <w:bCs/>
      <w:sz w:val="16"/>
    </w:rPr>
  </w:style>
  <w:style w:type="paragraph" w:styleId="Revzia">
    <w:name w:val="Revision"/>
    <w:hidden/>
    <w:uiPriority w:val="99"/>
    <w:semiHidden/>
    <w:rsid w:val="007419A3"/>
  </w:style>
  <w:style w:type="character" w:customStyle="1" w:styleId="slostrnky1">
    <w:name w:val="Číslo stránky1"/>
    <w:basedOn w:val="Predvolenpsmoodseku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riadkovania">
    <w:name w:val="No Spacing"/>
    <w:uiPriority w:val="1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Predvolenpsmoodseku"/>
    <w:rsid w:val="008F0941"/>
  </w:style>
  <w:style w:type="paragraph" w:customStyle="1" w:styleId="a">
    <w:qFormat/>
    <w:rsid w:val="008F0941"/>
  </w:style>
  <w:style w:type="character" w:customStyle="1" w:styleId="Nadpis2Char">
    <w:name w:val="Nadpis 2 Char"/>
    <w:link w:val="Nadpis2"/>
    <w:rsid w:val="00D81751"/>
    <w:rPr>
      <w:rFonts w:ascii="Arial" w:hAnsi="Arial" w:cs="Arial"/>
      <w:b/>
      <w:sz w:val="22"/>
      <w:szCs w:val="22"/>
    </w:rPr>
  </w:style>
  <w:style w:type="character" w:styleId="Zvraznenie">
    <w:name w:val="Emphasis"/>
    <w:basedOn w:val="Predvolenpsmoodseku"/>
    <w:qFormat/>
    <w:rsid w:val="008F0941"/>
    <w:rPr>
      <w:i/>
      <w:iCs/>
    </w:rPr>
  </w:style>
  <w:style w:type="paragraph" w:customStyle="1" w:styleId="a0">
    <w:qFormat/>
    <w:rsid w:val="008A5F2D"/>
  </w:style>
  <w:style w:type="paragraph" w:customStyle="1" w:styleId="a1">
    <w:qFormat/>
    <w:rsid w:val="00F72CCF"/>
  </w:style>
  <w:style w:type="paragraph" w:customStyle="1" w:styleId="subline">
    <w:name w:val="subline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Predvolenpsmoodseku"/>
    <w:rsid w:val="000A14DD"/>
  </w:style>
  <w:style w:type="paragraph" w:customStyle="1" w:styleId="Odrka">
    <w:name w:val="Odrážka"/>
    <w:basedOn w:val="Normlny"/>
    <w:rsid w:val="00F47455"/>
    <w:pPr>
      <w:numPr>
        <w:numId w:val="5"/>
      </w:numPr>
      <w:spacing w:before="60"/>
    </w:pPr>
    <w:rPr>
      <w:sz w:val="24"/>
      <w:szCs w:val="24"/>
    </w:rPr>
  </w:style>
  <w:style w:type="paragraph" w:customStyle="1" w:styleId="odrka1">
    <w:name w:val="odrážka1"/>
    <w:basedOn w:val="Zkladntext2"/>
    <w:link w:val="odrka1Char"/>
    <w:qFormat/>
    <w:rsid w:val="00F47455"/>
    <w:pPr>
      <w:numPr>
        <w:numId w:val="6"/>
      </w:numPr>
      <w:suppressAutoHyphens w:val="0"/>
      <w:spacing w:before="120" w:after="0" w:line="240" w:lineRule="exact"/>
    </w:pPr>
    <w:rPr>
      <w:kern w:val="0"/>
      <w:lang w:val="x-none" w:eastAsia="x-none"/>
    </w:rPr>
  </w:style>
  <w:style w:type="character" w:customStyle="1" w:styleId="odrka1Char">
    <w:name w:val="odrážka1 Char"/>
    <w:link w:val="odrka1"/>
    <w:rsid w:val="00F47455"/>
    <w:rPr>
      <w:rFonts w:ascii="Arial" w:hAnsi="Arial"/>
      <w:sz w:val="24"/>
      <w:szCs w:val="24"/>
      <w:lang w:val="x-none" w:eastAsia="x-none"/>
    </w:rPr>
  </w:style>
  <w:style w:type="paragraph" w:styleId="Zkladntext3">
    <w:name w:val="Body Text 3"/>
    <w:basedOn w:val="Normlny"/>
    <w:link w:val="Zkladntext3Char"/>
    <w:rsid w:val="006400E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400EE"/>
    <w:rPr>
      <w:rFonts w:ascii="Arial" w:hAnsi="Arial"/>
      <w:sz w:val="16"/>
      <w:szCs w:val="16"/>
    </w:rPr>
  </w:style>
  <w:style w:type="character" w:customStyle="1" w:styleId="HlavikaChar">
    <w:name w:val="Hlavička Char"/>
    <w:link w:val="Hlavika"/>
    <w:rsid w:val="006400EE"/>
    <w:rPr>
      <w:rFonts w:ascii="Arial" w:hAnsi="Arial"/>
    </w:rPr>
  </w:style>
  <w:style w:type="paragraph" w:customStyle="1" w:styleId="1strcn">
    <w:name w:val="1strcn"/>
    <w:basedOn w:val="Normlny"/>
    <w:rsid w:val="006400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lny"/>
    <w:rsid w:val="006400EE"/>
    <w:pPr>
      <w:widowControl w:val="0"/>
      <w:autoSpaceDE w:val="0"/>
      <w:autoSpaceDN w:val="0"/>
      <w:adjustRightInd w:val="0"/>
      <w:spacing w:line="413" w:lineRule="exact"/>
      <w:ind w:hanging="341"/>
      <w:jc w:val="left"/>
    </w:pPr>
    <w:rPr>
      <w:rFonts w:eastAsia="MS Mincho"/>
      <w:sz w:val="24"/>
      <w:szCs w:val="24"/>
      <w:lang w:eastAsia="ja-JP"/>
    </w:rPr>
  </w:style>
  <w:style w:type="paragraph" w:styleId="Oznaitext">
    <w:name w:val="Block Text"/>
    <w:basedOn w:val="Normlny"/>
    <w:rsid w:val="006400EE"/>
    <w:pPr>
      <w:tabs>
        <w:tab w:val="left" w:pos="993"/>
        <w:tab w:val="center" w:pos="7797"/>
        <w:tab w:val="center" w:pos="9072"/>
      </w:tabs>
      <w:ind w:left="992" w:right="2268" w:hanging="992"/>
    </w:pPr>
    <w:rPr>
      <w:rFonts w:ascii="Times New Roman" w:hAnsi="Times New Roman"/>
      <w:sz w:val="24"/>
    </w:rPr>
  </w:style>
  <w:style w:type="paragraph" w:customStyle="1" w:styleId="a2">
    <w:qFormat/>
    <w:rsid w:val="007754BE"/>
    <w:pPr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F-24-01 Předávací protokol díla_ME zhotovitel" ma:contentTypeID="0x0101006D91016EEFD56C45951A3DE4A006A97100182A731B9CE11446B00A2589FDBFCBAC" ma:contentTypeVersion="8" ma:contentTypeDescription="" ma:contentTypeScope="" ma:versionID="34523e646c5bce5d1c758ac8e963d328">
  <xsd:schema xmlns:xsd="http://www.w3.org/2001/XMLSchema" xmlns:xs="http://www.w3.org/2001/XMLSchema" xmlns:p="http://schemas.microsoft.com/office/2006/metadata/properties" xmlns:ns2="f3f33834-2105-40a0-9353-010c69a8a075" targetNamespace="http://schemas.microsoft.com/office/2006/metadata/properties" ma:root="true" ma:fieldsID="10b2f168a482f8af50c9a7a33a4a45a3" ns2:_="">
    <xsd:import namespace="f3f33834-2105-40a0-9353-010c69a8a0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f33834-2105-40a0-9353-010c69a8a0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20CAC-D0A4-464D-91C9-2C0BF132C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f33834-2105-40a0-9353-010c69a8a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BE5871-C45A-42AD-8136-825B9F3B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685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486-nabídka</vt:lpstr>
      <vt:lpstr>486-nabídka</vt:lpstr>
    </vt:vector>
  </TitlesOfParts>
  <Company>PRE, a.s.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486-nabídka</dc:title>
  <dc:creator>autocont</dc:creator>
  <cp:lastModifiedBy>Peter Petrič</cp:lastModifiedBy>
  <cp:revision>126</cp:revision>
  <cp:lastPrinted>2015-09-22T13:58:00Z</cp:lastPrinted>
  <dcterms:created xsi:type="dcterms:W3CDTF">2020-09-02T11:18:00Z</dcterms:created>
  <dcterms:modified xsi:type="dcterms:W3CDTF">2022-12-07T15:34:00Z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0x0101006D91016EEFD56C45951A3DE4A006A97100182A731B9CE11446B00A2589FDBFCBAC</vt:lpwstr>
  </property>
</Properties>
</file>